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641" w:rsidRDefault="00A51641" w:rsidP="009E04DA">
      <w:pPr>
        <w:pStyle w:val="ChapterHeading"/>
      </w:pPr>
      <w:bookmarkStart w:id="0" w:name="_Ref247647639"/>
      <w:bookmarkStart w:id="1" w:name="_Toc247653589"/>
      <w:r>
        <w:t>Vessel Traffic Services (VTS)</w:t>
      </w:r>
      <w:bookmarkEnd w:id="0"/>
      <w:bookmarkEnd w:id="1"/>
    </w:p>
    <w:p w:rsidR="00A51641" w:rsidRDefault="00A51641" w:rsidP="00F847A1">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 w:author="Steve Guest" w:date="2012-03-21T08:01:00Z"/>
        </w:rPr>
      </w:pPr>
      <w:bookmarkStart w:id="3" w:name="_Toc247653590"/>
      <w:ins w:id="4" w:author="Steve Guest" w:date="2012-03-21T08:01:00Z">
        <w:r>
          <w:t>Introduction</w:t>
        </w:r>
      </w:ins>
    </w:p>
    <w:p w:rsidR="00A51641" w:rsidRDefault="00A51641" w:rsidP="00F847A1">
      <w:pPr>
        <w:pStyle w:val="PARAGRAPH"/>
        <w:jc w:val="left"/>
        <w:rPr>
          <w:ins w:id="5" w:author="Steve Guest" w:date="2012-03-21T08:04:00Z"/>
        </w:rPr>
      </w:pPr>
      <w:ins w:id="6" w:author="Steve Guest" w:date="2012-03-21T08:01:00Z">
        <w:r>
          <w:t>In accordance with the Purpose and Scope of the NAVGUIDE</w:t>
        </w:r>
      </w:ins>
      <w:ins w:id="7" w:author="Steve Guest" w:date="2012-03-21T08:02:00Z">
        <w:r>
          <w:t xml:space="preserve"> this chapter </w:t>
        </w:r>
      </w:ins>
      <w:ins w:id="8" w:author="Steve Guest" w:date="2012-03-21T08:03:00Z">
        <w:r>
          <w:t xml:space="preserve">provides a first point of reference and guidance on more detailed </w:t>
        </w:r>
      </w:ins>
      <w:ins w:id="9" w:author="Steve Guest" w:date="2012-03-21T08:04:00Z">
        <w:r>
          <w:t>guidance from IMO and IALA.</w:t>
        </w:r>
      </w:ins>
    </w:p>
    <w:p w:rsidR="00A51641" w:rsidRDefault="00A51641" w:rsidP="007465E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0" w:author="Steve Guest" w:date="2012-03-20T16:14:00Z"/>
        </w:rPr>
      </w:pPr>
      <w:ins w:id="11" w:author="Steve Guest" w:date="2012-03-20T16:15:00Z">
        <w:r>
          <w:t>Purpose</w:t>
        </w:r>
      </w:ins>
    </w:p>
    <w:p w:rsidR="00A51641" w:rsidRDefault="00A51641" w:rsidP="00026321">
      <w:pPr>
        <w:pStyle w:val="PARAGRAPH"/>
        <w:jc w:val="left"/>
        <w:rPr>
          <w:ins w:id="12" w:author="Steve Guest" w:date="2012-03-20T16:35:00Z"/>
          <w:i/>
        </w:rPr>
      </w:pPr>
      <w:ins w:id="13" w:author="Steve Guest" w:date="2012-03-20T16:35:00Z">
        <w:r>
          <w:t xml:space="preserve">According to IMO Resolution A857(20), </w:t>
        </w:r>
        <w:r>
          <w:rPr>
            <w:i/>
          </w:rPr>
          <w:t>Guidelines for Vessel Traffic Services</w:t>
        </w:r>
        <w:r>
          <w:t>:</w:t>
        </w:r>
      </w:ins>
    </w:p>
    <w:p w:rsidR="00A51641" w:rsidRDefault="00A51641" w:rsidP="00A51641">
      <w:pPr>
        <w:autoSpaceDE w:val="0"/>
        <w:autoSpaceDN w:val="0"/>
        <w:adjustRightInd w:val="0"/>
        <w:spacing w:after="0" w:line="240" w:lineRule="auto"/>
        <w:rPr>
          <w:ins w:id="14" w:author="Steve Guest" w:date="2012-03-20T16:27:00Z"/>
        </w:rPr>
        <w:pPrChange w:id="15" w:author="Steve Guest" w:date="2012-03-20T16:27:00Z">
          <w:pPr>
            <w:pStyle w:val="PARAGRAPH"/>
            <w:jc w:val="left"/>
          </w:pPr>
        </w:pPrChange>
      </w:pPr>
      <w:ins w:id="16" w:author="VTSProgram" w:date="2012-03-22T06:48:00Z">
        <w:r>
          <w:rPr>
            <w:rFonts w:ascii="Times New Roman" w:hAnsi="Times New Roman"/>
            <w:sz w:val="24"/>
            <w:szCs w:val="24"/>
          </w:rPr>
          <w:t>“</w:t>
        </w:r>
      </w:ins>
      <w:ins w:id="17" w:author="Steve Guest" w:date="2012-03-20T16:34:00Z">
        <w:r>
          <w:rPr>
            <w:rFonts w:ascii="Times New Roman" w:hAnsi="Times New Roman"/>
            <w:sz w:val="24"/>
            <w:szCs w:val="24"/>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ins>
      <w:ins w:id="18" w:author="VTSProgram" w:date="2012-03-22T06:48:00Z">
        <w:r>
          <w:rPr>
            <w:rFonts w:ascii="Times New Roman" w:hAnsi="Times New Roman"/>
            <w:sz w:val="24"/>
            <w:szCs w:val="24"/>
          </w:rPr>
          <w:t>”</w:t>
        </w:r>
      </w:ins>
    </w:p>
    <w:p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Definition</w:t>
      </w:r>
      <w:bookmarkEnd w:id="3"/>
    </w:p>
    <w:p w:rsidR="00A51641" w:rsidRDefault="00A51641" w:rsidP="009E04DA">
      <w:pPr>
        <w:pStyle w:val="PARAGRAPH"/>
        <w:jc w:val="left"/>
        <w:rPr>
          <w:i/>
        </w:rPr>
      </w:pPr>
      <w:r>
        <w:t xml:space="preserve">A VTS, as defined by IMO Resolution A857(20), </w:t>
      </w:r>
      <w:r>
        <w:rPr>
          <w:i/>
        </w:rPr>
        <w:t>Guidelines for Vessel Traffic Services</w:t>
      </w:r>
      <w:r>
        <w:t>, is</w:t>
      </w:r>
      <w:del w:id="19" w:author="VTSProgram" w:date="2012-03-22T06:16:00Z">
        <w:r w:rsidDel="00921F05">
          <w:delText xml:space="preserve"> </w:delText>
        </w:r>
      </w:del>
      <w:r>
        <w:t>:</w:t>
      </w:r>
    </w:p>
    <w:p w:rsidR="00A51641" w:rsidRDefault="00A51641" w:rsidP="009E04DA">
      <w:pPr>
        <w:pStyle w:val="PARAGRAPH"/>
        <w:jc w:val="left"/>
      </w:pPr>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rsidR="00A51641" w:rsidDel="001A001C"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del w:id="20" w:author="Steve Guest" w:date="2012-03-20T16:26:00Z"/>
        </w:rPr>
      </w:pPr>
      <w:del w:id="21" w:author="Steve Guest" w:date="2012-03-20T16:26:00Z">
        <w:r w:rsidDel="001A001C">
          <w:delText>The purpose of vessel traffic services is to improve the safety and efficiency of navigation, safety of life at sea and the protection of the marine environment and/or the adjacent shore area, worksites and offshore installations from possible adverse effects of maritime traffic.</w:delText>
        </w:r>
      </w:del>
    </w:p>
    <w:p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2" w:author="Steve Guest" w:date="2012-03-21T08:09:00Z"/>
        </w:rPr>
      </w:pPr>
      <w:bookmarkStart w:id="23" w:name="_Toc247653591"/>
      <w:del w:id="24" w:author="Steve Guest" w:date="2012-03-21T08:09:00Z">
        <w:r w:rsidDel="00F847A1">
          <w:delText>Services</w:delText>
        </w:r>
      </w:del>
      <w:bookmarkEnd w:id="23"/>
      <w:ins w:id="25" w:author="Steve Guest" w:date="2012-03-21T08:09:00Z">
        <w:r>
          <w:t>VTS Manual</w:t>
        </w:r>
      </w:ins>
    </w:p>
    <w:p w:rsidR="00A51641" w:rsidRPr="00A51641" w:rsidRDefault="00A51641" w:rsidP="00D727DA">
      <w:pPr>
        <w:pStyle w:val="BodyText"/>
        <w:rPr>
          <w:ins w:id="26" w:author="Steve Guest" w:date="2012-03-21T08:11:00Z"/>
          <w:rFonts w:ascii="Times New Roman" w:hAnsi="Times New Roman" w:cs="Times New Roman"/>
          <w:sz w:val="24"/>
          <w:szCs w:val="24"/>
          <w:rPrChange w:id="27" w:author="Unknown">
            <w:rPr>
              <w:ins w:id="28" w:author="Steve Guest" w:date="2012-03-21T08:11:00Z"/>
              <w:rFonts w:cs="Times New Roman"/>
              <w:szCs w:val="24"/>
            </w:rPr>
          </w:rPrChange>
        </w:rPr>
      </w:pPr>
      <w:ins w:id="29" w:author="Steve Guest" w:date="2012-03-21T08:11:00Z">
        <w:del w:id="30" w:author="VTSProgram" w:date="2012-03-22T06:28:00Z">
          <w:r w:rsidRPr="00A51641">
            <w:rPr>
              <w:rFonts w:ascii="Times New Roman" w:hAnsi="Times New Roman" w:cs="Times New Roman"/>
              <w:sz w:val="24"/>
              <w:szCs w:val="24"/>
              <w:rPrChange w:id="31" w:author="Steve Guest" w:date="2012-03-21T08:21:00Z">
                <w:rPr>
                  <w:rFonts w:ascii="Times New Roman" w:hAnsi="Times New Roman" w:cs="Times New Roman"/>
                  <w:spacing w:val="8"/>
                  <w:sz w:val="24"/>
                  <w:szCs w:val="24"/>
                  <w:lang w:eastAsia="zh-CN"/>
                </w:rPr>
              </w:rPrChange>
            </w:rPr>
            <w:delText xml:space="preserve">Now </w:delText>
          </w:r>
        </w:del>
      </w:ins>
      <w:ins w:id="32" w:author="VTSProgram" w:date="2012-03-22T06:28:00Z">
        <w:r>
          <w:rPr>
            <w:rFonts w:ascii="Times New Roman" w:hAnsi="Times New Roman" w:cs="Times New Roman"/>
            <w:sz w:val="24"/>
            <w:szCs w:val="24"/>
          </w:rPr>
          <w:t>T</w:t>
        </w:r>
      </w:ins>
      <w:ins w:id="33" w:author="Steve Guest" w:date="2012-03-21T08:11:00Z">
        <w:del w:id="34" w:author="VTSProgram" w:date="2012-03-22T06:28:00Z">
          <w:r w:rsidRPr="00A51641">
            <w:rPr>
              <w:rFonts w:ascii="Times New Roman" w:hAnsi="Times New Roman" w:cs="Times New Roman"/>
              <w:sz w:val="24"/>
              <w:szCs w:val="24"/>
              <w:rPrChange w:id="35" w:author="Steve Guest" w:date="2012-03-21T08:21:00Z">
                <w:rPr>
                  <w:rFonts w:ascii="Times New Roman" w:hAnsi="Times New Roman" w:cs="Times New Roman"/>
                  <w:spacing w:val="8"/>
                  <w:sz w:val="24"/>
                  <w:szCs w:val="24"/>
                  <w:lang w:eastAsia="zh-CN"/>
                </w:rPr>
              </w:rPrChange>
            </w:rPr>
            <w:delText>in its fifth edition t</w:delText>
          </w:r>
        </w:del>
        <w:r w:rsidRPr="00A51641">
          <w:rPr>
            <w:rFonts w:ascii="Times New Roman" w:hAnsi="Times New Roman" w:cs="Times New Roman"/>
            <w:sz w:val="24"/>
            <w:szCs w:val="24"/>
            <w:rPrChange w:id="36" w:author="Steve Guest" w:date="2012-03-21T08:21:00Z">
              <w:rPr>
                <w:rFonts w:ascii="Times New Roman" w:hAnsi="Times New Roman" w:cs="Times New Roman"/>
                <w:spacing w:val="8"/>
                <w:sz w:val="24"/>
                <w:szCs w:val="24"/>
                <w:lang w:eastAsia="zh-CN"/>
              </w:rPr>
            </w:rPrChange>
          </w:rPr>
          <w:t>he IALA VTS Manual is acknowledged by the VTS community as being the most comprehensive guide to Vessel Traffic Services (VTS) as well as a point of reference for further detailed study.</w:t>
        </w:r>
      </w:ins>
    </w:p>
    <w:p w:rsidR="00A51641" w:rsidRPr="00A51641" w:rsidRDefault="00A51641" w:rsidP="00D727DA">
      <w:pPr>
        <w:pStyle w:val="BodyText"/>
        <w:rPr>
          <w:ins w:id="37" w:author="Steve Guest" w:date="2012-03-21T08:11:00Z"/>
          <w:rFonts w:ascii="Times New Roman" w:hAnsi="Times New Roman" w:cs="Times New Roman"/>
          <w:sz w:val="24"/>
          <w:szCs w:val="24"/>
          <w:rPrChange w:id="38" w:author="Unknown">
            <w:rPr>
              <w:ins w:id="39" w:author="Steve Guest" w:date="2012-03-21T08:11:00Z"/>
              <w:rFonts w:cs="Times New Roman"/>
              <w:szCs w:val="24"/>
            </w:rPr>
          </w:rPrChange>
        </w:rPr>
      </w:pPr>
      <w:ins w:id="40" w:author="Steve Guest" w:date="2012-03-21T08:11:00Z">
        <w:r w:rsidRPr="00A51641">
          <w:rPr>
            <w:rFonts w:ascii="Times New Roman" w:hAnsi="Times New Roman" w:cs="Times New Roman"/>
            <w:sz w:val="24"/>
            <w:szCs w:val="24"/>
            <w:rPrChange w:id="41" w:author="Steve Guest" w:date="2012-03-21T08:21:00Z">
              <w:rPr>
                <w:rFonts w:ascii="Times New Roman" w:hAnsi="Times New Roman" w:cs="Times New Roman"/>
                <w:spacing w:val="8"/>
                <w:sz w:val="24"/>
                <w:szCs w:val="24"/>
                <w:lang w:eastAsia="zh-CN"/>
              </w:rPr>
            </w:rPrChange>
          </w:rPr>
          <w:t>The contents are aimed at a wide readership to encompass all who are in any way involved with the policy for provision, operation and effectiveness of VTS, including those with management responsibility at national level and those who deliver services to the mariner.</w:t>
        </w:r>
      </w:ins>
    </w:p>
    <w:p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 w:author="Steve Guest" w:date="2012-03-21T08:22:00Z"/>
        </w:rPr>
      </w:pPr>
      <w:ins w:id="43" w:author="Steve Guest" w:date="2012-03-21T08:24:00Z">
        <w:r>
          <w:t>Objectives</w:t>
        </w:r>
      </w:ins>
      <w:ins w:id="44" w:author="Steve Guest" w:date="2012-03-21T08:22:00Z">
        <w:r>
          <w:t xml:space="preserve"> of a VTS</w:t>
        </w:r>
      </w:ins>
    </w:p>
    <w:p w:rsidR="00A51641" w:rsidDel="00332C78" w:rsidRDefault="00A51641" w:rsidP="007B6EB5">
      <w:pPr>
        <w:pStyle w:val="BodyText"/>
        <w:rPr>
          <w:ins w:id="45" w:author="Steve Guest" w:date="2012-03-21T08:22:00Z"/>
          <w:del w:id="46" w:author="VTSProgram" w:date="2012-03-22T06:29:00Z"/>
          <w:i/>
        </w:rPr>
      </w:pPr>
      <w:ins w:id="47" w:author="Steve Guest" w:date="2012-03-21T08:22:00Z">
        <w:del w:id="48" w:author="VTSProgram" w:date="2012-03-22T06:29:00Z">
          <w:r w:rsidDel="00332C78">
            <w:delText xml:space="preserve">According to the VTS Manual, section </w:delText>
          </w:r>
        </w:del>
      </w:ins>
      <w:ins w:id="49" w:author="Steve Guest" w:date="2012-03-21T08:23:00Z">
        <w:del w:id="50" w:author="VTSProgram" w:date="2012-03-22T06:29:00Z">
          <w:r w:rsidDel="00332C78">
            <w:delText>0401</w:delText>
          </w:r>
        </w:del>
      </w:ins>
      <w:ins w:id="51" w:author="Steve Guest" w:date="2012-03-21T08:22:00Z">
        <w:del w:id="52" w:author="VTSProgram" w:date="2012-03-22T06:29:00Z">
          <w:r w:rsidDel="00332C78">
            <w:delText>:</w:delText>
          </w:r>
        </w:del>
      </w:ins>
    </w:p>
    <w:p w:rsidR="00A51641" w:rsidRPr="00A51641" w:rsidRDefault="00A51641" w:rsidP="007B6EB5">
      <w:pPr>
        <w:pStyle w:val="BodyText"/>
        <w:rPr>
          <w:ins w:id="53" w:author="Steve Guest" w:date="2012-03-21T08:23:00Z"/>
          <w:rFonts w:ascii="Times New Roman" w:hAnsi="Times New Roman" w:cs="Times New Roman"/>
          <w:sz w:val="24"/>
          <w:szCs w:val="24"/>
          <w:rPrChange w:id="54" w:author="Unknown">
            <w:rPr>
              <w:ins w:id="55" w:author="Steve Guest" w:date="2012-03-21T08:23:00Z"/>
              <w:rFonts w:cs="Times New Roman"/>
              <w:szCs w:val="24"/>
            </w:rPr>
          </w:rPrChange>
        </w:rPr>
      </w:pPr>
      <w:ins w:id="56" w:author="Steve Guest" w:date="2012-03-21T08:23:00Z">
        <w:r w:rsidRPr="00A51641">
          <w:rPr>
            <w:rFonts w:ascii="Times New Roman" w:hAnsi="Times New Roman" w:cs="Times New Roman"/>
            <w:sz w:val="24"/>
            <w:szCs w:val="24"/>
            <w:rPrChange w:id="57" w:author="Steve Guest" w:date="2012-03-21T08:23:00Z">
              <w:rPr>
                <w:rFonts w:ascii="Times New Roman" w:hAnsi="Times New Roman" w:cs="Times New Roman"/>
                <w:spacing w:val="8"/>
                <w:sz w:val="24"/>
                <w:szCs w:val="24"/>
                <w:lang w:eastAsia="zh-CN"/>
              </w:rPr>
            </w:rPrChange>
          </w:rPr>
          <w:t>At its simplest, the main objectives of a VTS are to:</w:t>
        </w:r>
      </w:ins>
    </w:p>
    <w:p w:rsidR="00A51641" w:rsidRPr="00A51641" w:rsidRDefault="00A51641" w:rsidP="007B6EB5">
      <w:pPr>
        <w:pStyle w:val="Bullet1"/>
        <w:rPr>
          <w:ins w:id="58" w:author="Steve Guest" w:date="2012-03-21T08:23:00Z"/>
          <w:rFonts w:ascii="Times New Roman" w:hAnsi="Times New Roman" w:cs="Times New Roman"/>
          <w:sz w:val="24"/>
          <w:szCs w:val="24"/>
          <w:highlight w:val="yellow"/>
          <w:rPrChange w:id="59" w:author="Unknown">
            <w:rPr>
              <w:ins w:id="60" w:author="Steve Guest" w:date="2012-03-21T08:23:00Z"/>
              <w:rFonts w:cs="Times New Roman"/>
              <w:szCs w:val="24"/>
            </w:rPr>
          </w:rPrChange>
        </w:rPr>
      </w:pPr>
      <w:ins w:id="61" w:author="Steve Guest" w:date="2012-03-21T08:23:00Z">
        <w:r w:rsidRPr="00A51641">
          <w:rPr>
            <w:rFonts w:ascii="Times New Roman" w:hAnsi="Times New Roman" w:cs="Times New Roman"/>
            <w:sz w:val="24"/>
            <w:szCs w:val="24"/>
            <w:highlight w:val="yellow"/>
            <w:rPrChange w:id="62" w:author="VTSProgram" w:date="2012-03-22T06:31:00Z">
              <w:rPr>
                <w:rFonts w:ascii="Times New Roman" w:hAnsi="Times New Roman" w:cs="Times New Roman"/>
                <w:spacing w:val="8"/>
                <w:sz w:val="24"/>
                <w:szCs w:val="24"/>
                <w:lang w:eastAsia="zh-CN"/>
              </w:rPr>
            </w:rPrChange>
          </w:rPr>
          <w:t>aid the mariner in the safe use of navigable waterways;</w:t>
        </w:r>
      </w:ins>
    </w:p>
    <w:p w:rsidR="00A51641" w:rsidRPr="00A51641" w:rsidRDefault="00A51641" w:rsidP="007B6EB5">
      <w:pPr>
        <w:pStyle w:val="Bullet1"/>
        <w:rPr>
          <w:ins w:id="63" w:author="Steve Guest" w:date="2012-03-21T08:23:00Z"/>
          <w:rFonts w:ascii="Times New Roman" w:hAnsi="Times New Roman" w:cs="Times New Roman"/>
          <w:sz w:val="24"/>
          <w:szCs w:val="24"/>
          <w:highlight w:val="yellow"/>
          <w:rPrChange w:id="64" w:author="Unknown">
            <w:rPr>
              <w:ins w:id="65" w:author="Steve Guest" w:date="2012-03-21T08:23:00Z"/>
              <w:rFonts w:cs="Times New Roman"/>
              <w:szCs w:val="24"/>
            </w:rPr>
          </w:rPrChange>
        </w:rPr>
      </w:pPr>
      <w:ins w:id="66" w:author="Steve Guest" w:date="2012-03-21T08:23:00Z">
        <w:r w:rsidRPr="00A51641">
          <w:rPr>
            <w:rFonts w:ascii="Times New Roman" w:hAnsi="Times New Roman" w:cs="Times New Roman"/>
            <w:sz w:val="24"/>
            <w:szCs w:val="24"/>
            <w:highlight w:val="yellow"/>
            <w:rPrChange w:id="67" w:author="VTSProgram" w:date="2012-03-22T06:31:00Z">
              <w:rPr>
                <w:rFonts w:ascii="Times New Roman" w:hAnsi="Times New Roman" w:cs="Times New Roman"/>
                <w:spacing w:val="8"/>
                <w:sz w:val="24"/>
                <w:szCs w:val="24"/>
                <w:lang w:eastAsia="zh-CN"/>
              </w:rPr>
            </w:rPrChange>
          </w:rPr>
          <w:t xml:space="preserve">afford unhindered access to pursue commercial and leisure activities; and </w:t>
        </w:r>
      </w:ins>
    </w:p>
    <w:p w:rsidR="00A51641" w:rsidRPr="00A51641" w:rsidRDefault="00A51641" w:rsidP="007B6EB5">
      <w:pPr>
        <w:pStyle w:val="Bullet1"/>
        <w:rPr>
          <w:ins w:id="68" w:author="Steve Guest" w:date="2012-03-21T08:23:00Z"/>
          <w:rFonts w:ascii="Times New Roman" w:hAnsi="Times New Roman" w:cs="Times New Roman"/>
          <w:sz w:val="24"/>
          <w:szCs w:val="24"/>
          <w:highlight w:val="yellow"/>
          <w:rPrChange w:id="69" w:author="Unknown">
            <w:rPr>
              <w:ins w:id="70" w:author="Steve Guest" w:date="2012-03-21T08:23:00Z"/>
              <w:rFonts w:cs="Times New Roman"/>
              <w:szCs w:val="24"/>
            </w:rPr>
          </w:rPrChange>
        </w:rPr>
      </w:pPr>
      <w:ins w:id="71" w:author="Steve Guest" w:date="2012-03-21T08:23:00Z">
        <w:r w:rsidRPr="00A51641">
          <w:rPr>
            <w:rFonts w:ascii="Times New Roman" w:hAnsi="Times New Roman" w:cs="Times New Roman"/>
            <w:sz w:val="24"/>
            <w:szCs w:val="24"/>
            <w:highlight w:val="yellow"/>
            <w:rPrChange w:id="72" w:author="VTSProgram" w:date="2012-03-22T06:31:00Z">
              <w:rPr>
                <w:rFonts w:ascii="Times New Roman" w:hAnsi="Times New Roman" w:cs="Times New Roman"/>
                <w:spacing w:val="8"/>
                <w:sz w:val="24"/>
                <w:szCs w:val="24"/>
                <w:lang w:eastAsia="zh-CN"/>
              </w:rPr>
            </w:rPrChange>
          </w:rPr>
          <w:t>contribute to keeping the seas and adjacent environment free from pollution.</w:t>
        </w:r>
      </w:ins>
    </w:p>
    <w:p w:rsidR="00A51641" w:rsidRPr="007B6EB5" w:rsidRDefault="00A51641" w:rsidP="007B6EB5">
      <w:pPr>
        <w:pStyle w:val="BodyText"/>
        <w:rPr>
          <w:ins w:id="73" w:author="Steve Guest" w:date="2012-03-21T08:22:00Z"/>
          <w:rFonts w:ascii="Times New Roman" w:hAnsi="Times New Roman" w:cs="Times New Roman"/>
          <w:sz w:val="24"/>
          <w:szCs w:val="24"/>
        </w:rPr>
      </w:pPr>
      <w:ins w:id="74" w:author="Steve Guest" w:date="2012-03-21T08:23:00Z">
        <w:r w:rsidRPr="00A51641">
          <w:rPr>
            <w:rFonts w:ascii="Times New Roman" w:hAnsi="Times New Roman" w:cs="Times New Roman"/>
            <w:sz w:val="24"/>
            <w:szCs w:val="24"/>
            <w:rPrChange w:id="75" w:author="Steve Guest" w:date="2012-03-21T08:23:00Z">
              <w:rPr>
                <w:rFonts w:ascii="Times New Roman" w:hAnsi="Times New Roman" w:cs="Times New Roman"/>
                <w:spacing w:val="8"/>
                <w:sz w:val="24"/>
                <w:szCs w:val="24"/>
                <w:lang w:eastAsia="zh-CN"/>
              </w:rPr>
            </w:rPrChange>
          </w:rPr>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ins>
      <w:ins w:id="76" w:author="Steve Guest" w:date="2012-03-21T08:22:00Z">
        <w:r w:rsidRPr="007B6EB5">
          <w:rPr>
            <w:rFonts w:ascii="Times New Roman" w:hAnsi="Times New Roman" w:cs="Times New Roman"/>
            <w:sz w:val="24"/>
            <w:szCs w:val="24"/>
          </w:rPr>
          <w:t>.</w:t>
        </w:r>
      </w:ins>
    </w:p>
    <w:p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77" w:author="Steve Guest" w:date="2012-03-21T08:25:00Z"/>
        </w:rPr>
      </w:pPr>
      <w:bookmarkStart w:id="78" w:name="_Toc161125495"/>
      <w:bookmarkStart w:id="79" w:name="_Toc182538822"/>
      <w:bookmarkStart w:id="80" w:name="_Toc309032216"/>
      <w:bookmarkStart w:id="81" w:name="_Toc309122409"/>
      <w:bookmarkStart w:id="82" w:name="_Toc309123393"/>
      <w:bookmarkStart w:id="83" w:name="_Toc193872203"/>
      <w:ins w:id="84" w:author="Steve Guest" w:date="2012-03-21T08:26:00Z">
        <w:r>
          <w:t>Functions</w:t>
        </w:r>
      </w:ins>
      <w:ins w:id="85" w:author="Steve Guest" w:date="2012-03-21T08:25:00Z">
        <w:r>
          <w:t xml:space="preserve"> of a VTS</w:t>
        </w:r>
      </w:ins>
    </w:p>
    <w:bookmarkEnd w:id="78"/>
    <w:bookmarkEnd w:id="79"/>
    <w:bookmarkEnd w:id="80"/>
    <w:bookmarkEnd w:id="81"/>
    <w:bookmarkEnd w:id="82"/>
    <w:bookmarkEnd w:id="83"/>
    <w:p w:rsidR="00A51641" w:rsidDel="00332C78" w:rsidRDefault="00A51641" w:rsidP="007B6EB5">
      <w:pPr>
        <w:pStyle w:val="BodyText"/>
        <w:rPr>
          <w:ins w:id="86" w:author="Steve Guest" w:date="2012-03-21T08:26:00Z"/>
          <w:del w:id="87" w:author="VTSProgram" w:date="2012-03-22T06:29:00Z"/>
          <w:i/>
        </w:rPr>
      </w:pPr>
      <w:ins w:id="88" w:author="Steve Guest" w:date="2012-03-21T08:26:00Z">
        <w:del w:id="89" w:author="VTSProgram" w:date="2012-03-22T06:29:00Z">
          <w:r w:rsidDel="00332C78">
            <w:delText>According to the VTS Manual, section 0402:</w:delText>
          </w:r>
        </w:del>
      </w:ins>
    </w:p>
    <w:p w:rsidR="00A51641" w:rsidRPr="00A51641" w:rsidRDefault="00A51641" w:rsidP="007B6EB5">
      <w:pPr>
        <w:pStyle w:val="BodyText"/>
        <w:rPr>
          <w:ins w:id="90" w:author="Steve Guest" w:date="2012-03-21T08:25:00Z"/>
          <w:rFonts w:ascii="Times New Roman" w:hAnsi="Times New Roman" w:cs="Times New Roman"/>
          <w:sz w:val="24"/>
          <w:szCs w:val="24"/>
          <w:rPrChange w:id="91" w:author="Unknown">
            <w:rPr>
              <w:ins w:id="92" w:author="Steve Guest" w:date="2012-03-21T08:25:00Z"/>
              <w:rFonts w:cs="Times New Roman"/>
              <w:szCs w:val="24"/>
            </w:rPr>
          </w:rPrChange>
        </w:rPr>
      </w:pPr>
      <w:ins w:id="93" w:author="Steve Guest" w:date="2012-03-21T08:25:00Z">
        <w:r w:rsidRPr="00A51641">
          <w:rPr>
            <w:rFonts w:ascii="Times New Roman" w:hAnsi="Times New Roman" w:cs="Times New Roman"/>
            <w:sz w:val="24"/>
            <w:szCs w:val="24"/>
            <w:rPrChange w:id="94" w:author="Steve Guest" w:date="2012-03-21T08:27:00Z">
              <w:rPr>
                <w:rFonts w:ascii="Times New Roman" w:hAnsi="Times New Roman" w:cs="Times New Roman"/>
                <w:spacing w:val="8"/>
                <w:sz w:val="24"/>
                <w:szCs w:val="24"/>
                <w:lang w:eastAsia="zh-CN"/>
              </w:rPr>
            </w:rPrChange>
          </w:rPr>
          <w:t>VTS functions -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of vessels and manoeuvres to avoid collisions, as well as to other management functions such as enforcement, remedial and ancillary activities.</w:t>
        </w:r>
      </w:ins>
    </w:p>
    <w:p w:rsidR="00A51641" w:rsidRPr="00A51641" w:rsidRDefault="00A51641" w:rsidP="007B6EB5">
      <w:pPr>
        <w:pStyle w:val="BodyText"/>
        <w:rPr>
          <w:ins w:id="95" w:author="Steve Guest" w:date="2012-03-21T08:25:00Z"/>
          <w:rFonts w:ascii="Times New Roman" w:hAnsi="Times New Roman" w:cs="Times New Roman"/>
          <w:sz w:val="24"/>
          <w:szCs w:val="24"/>
          <w:rPrChange w:id="96" w:author="Unknown">
            <w:rPr>
              <w:ins w:id="97" w:author="Steve Guest" w:date="2012-03-21T08:25:00Z"/>
              <w:rFonts w:cs="Times New Roman"/>
              <w:szCs w:val="24"/>
            </w:rPr>
          </w:rPrChange>
        </w:rPr>
      </w:pPr>
      <w:ins w:id="98" w:author="Steve Guest" w:date="2012-03-21T08:25:00Z">
        <w:r w:rsidRPr="00A51641">
          <w:rPr>
            <w:rFonts w:ascii="Times New Roman" w:hAnsi="Times New Roman" w:cs="Times New Roman"/>
            <w:sz w:val="24"/>
            <w:szCs w:val="24"/>
            <w:rPrChange w:id="99" w:author="Steve Guest" w:date="2012-03-21T08:27:00Z">
              <w:rPr>
                <w:rFonts w:ascii="Times New Roman" w:hAnsi="Times New Roman" w:cs="Times New Roman"/>
                <w:spacing w:val="8"/>
                <w:sz w:val="24"/>
                <w:szCs w:val="24"/>
                <w:lang w:eastAsia="zh-CN"/>
              </w:rPr>
            </w:rPrChange>
          </w:rPr>
          <w:t>Amongst the most important functions that a VTS may carry out are those related to, contributing to and thereby enhancing:</w:t>
        </w:r>
      </w:ins>
    </w:p>
    <w:p w:rsidR="00A51641" w:rsidRPr="00A51641" w:rsidRDefault="00A51641" w:rsidP="007B6EB5">
      <w:pPr>
        <w:pStyle w:val="Bullet1"/>
        <w:rPr>
          <w:ins w:id="100" w:author="Steve Guest" w:date="2012-03-21T08:25:00Z"/>
          <w:rFonts w:ascii="Times New Roman" w:hAnsi="Times New Roman" w:cs="Times New Roman"/>
          <w:spacing w:val="46"/>
          <w:sz w:val="24"/>
          <w:szCs w:val="24"/>
          <w:rPrChange w:id="101" w:author="Unknown">
            <w:rPr>
              <w:ins w:id="102" w:author="Steve Guest" w:date="2012-03-21T08:25:00Z"/>
              <w:rFonts w:cs="Times New Roman"/>
              <w:spacing w:val="46"/>
              <w:szCs w:val="24"/>
            </w:rPr>
          </w:rPrChange>
        </w:rPr>
      </w:pPr>
      <w:ins w:id="103" w:author="Steve Guest" w:date="2012-03-21T08:25:00Z">
        <w:r w:rsidRPr="00A51641">
          <w:rPr>
            <w:rFonts w:ascii="Times New Roman" w:hAnsi="Times New Roman" w:cs="Times New Roman"/>
            <w:sz w:val="24"/>
            <w:szCs w:val="24"/>
            <w:rPrChange w:id="104" w:author="Steve Guest" w:date="2012-03-21T08:27:00Z">
              <w:rPr>
                <w:rFonts w:ascii="Times New Roman" w:hAnsi="Times New Roman" w:cs="Times New Roman"/>
                <w:spacing w:val="8"/>
                <w:sz w:val="24"/>
                <w:szCs w:val="24"/>
                <w:lang w:eastAsia="zh-CN"/>
              </w:rPr>
            </w:rPrChange>
          </w:rPr>
          <w:t>Safety of life at sea;</w:t>
        </w:r>
      </w:ins>
    </w:p>
    <w:p w:rsidR="00A51641" w:rsidRPr="00A51641" w:rsidRDefault="00A51641" w:rsidP="007B6EB5">
      <w:pPr>
        <w:pStyle w:val="Bullet1"/>
        <w:rPr>
          <w:ins w:id="105" w:author="Steve Guest" w:date="2012-03-21T08:25:00Z"/>
          <w:rFonts w:ascii="Times New Roman" w:hAnsi="Times New Roman" w:cs="Times New Roman"/>
          <w:spacing w:val="46"/>
          <w:sz w:val="24"/>
          <w:szCs w:val="24"/>
          <w:rPrChange w:id="106" w:author="Unknown">
            <w:rPr>
              <w:ins w:id="107" w:author="Steve Guest" w:date="2012-03-21T08:25:00Z"/>
              <w:rFonts w:cs="Times New Roman"/>
              <w:spacing w:val="46"/>
              <w:szCs w:val="24"/>
            </w:rPr>
          </w:rPrChange>
        </w:rPr>
      </w:pPr>
      <w:ins w:id="108" w:author="Steve Guest" w:date="2012-03-21T08:25:00Z">
        <w:r w:rsidRPr="00A51641">
          <w:rPr>
            <w:rFonts w:ascii="Times New Roman" w:hAnsi="Times New Roman" w:cs="Times New Roman"/>
            <w:sz w:val="24"/>
            <w:szCs w:val="24"/>
            <w:rPrChange w:id="109" w:author="Steve Guest" w:date="2012-03-21T08:27:00Z">
              <w:rPr>
                <w:rFonts w:ascii="Times New Roman" w:hAnsi="Times New Roman" w:cs="Times New Roman"/>
                <w:spacing w:val="8"/>
                <w:sz w:val="24"/>
                <w:szCs w:val="24"/>
                <w:lang w:eastAsia="zh-CN"/>
              </w:rPr>
            </w:rPrChange>
          </w:rPr>
          <w:t>Safety of navigation;</w:t>
        </w:r>
      </w:ins>
    </w:p>
    <w:p w:rsidR="00A51641" w:rsidRPr="00A51641" w:rsidRDefault="00A51641" w:rsidP="007B6EB5">
      <w:pPr>
        <w:pStyle w:val="Bullet1"/>
        <w:rPr>
          <w:ins w:id="110" w:author="Steve Guest" w:date="2012-03-21T08:25:00Z"/>
          <w:rFonts w:ascii="Times New Roman" w:hAnsi="Times New Roman" w:cs="Times New Roman"/>
          <w:spacing w:val="46"/>
          <w:sz w:val="24"/>
          <w:szCs w:val="24"/>
          <w:rPrChange w:id="111" w:author="Unknown">
            <w:rPr>
              <w:ins w:id="112" w:author="Steve Guest" w:date="2012-03-21T08:25:00Z"/>
              <w:rFonts w:cs="Times New Roman"/>
              <w:spacing w:val="46"/>
              <w:szCs w:val="24"/>
            </w:rPr>
          </w:rPrChange>
        </w:rPr>
      </w:pPr>
      <w:ins w:id="113" w:author="Steve Guest" w:date="2012-03-21T08:25:00Z">
        <w:r w:rsidRPr="00A51641">
          <w:rPr>
            <w:rFonts w:ascii="Times New Roman" w:hAnsi="Times New Roman" w:cs="Times New Roman"/>
            <w:sz w:val="24"/>
            <w:szCs w:val="24"/>
            <w:rPrChange w:id="114" w:author="Steve Guest" w:date="2012-03-21T08:27:00Z">
              <w:rPr>
                <w:rFonts w:ascii="Times New Roman" w:hAnsi="Times New Roman" w:cs="Times New Roman"/>
                <w:spacing w:val="8"/>
                <w:sz w:val="24"/>
                <w:szCs w:val="24"/>
                <w:lang w:eastAsia="zh-CN"/>
              </w:rPr>
            </w:rPrChange>
          </w:rPr>
          <w:t>Efficiency of vessel traffic movement;</w:t>
        </w:r>
      </w:ins>
    </w:p>
    <w:p w:rsidR="00A51641" w:rsidRPr="00A51641" w:rsidRDefault="00A51641" w:rsidP="007B6EB5">
      <w:pPr>
        <w:pStyle w:val="Bullet1"/>
        <w:rPr>
          <w:ins w:id="115" w:author="Steve Guest" w:date="2012-03-21T08:25:00Z"/>
          <w:rFonts w:ascii="Times New Roman" w:hAnsi="Times New Roman" w:cs="Times New Roman"/>
          <w:spacing w:val="46"/>
          <w:sz w:val="24"/>
          <w:szCs w:val="24"/>
          <w:rPrChange w:id="116" w:author="Unknown">
            <w:rPr>
              <w:ins w:id="117" w:author="Steve Guest" w:date="2012-03-21T08:25:00Z"/>
              <w:rFonts w:cs="Times New Roman"/>
              <w:spacing w:val="46"/>
              <w:szCs w:val="24"/>
            </w:rPr>
          </w:rPrChange>
        </w:rPr>
      </w:pPr>
      <w:ins w:id="118" w:author="Steve Guest" w:date="2012-03-21T08:25:00Z">
        <w:r w:rsidRPr="00A51641">
          <w:rPr>
            <w:rFonts w:ascii="Times New Roman" w:hAnsi="Times New Roman" w:cs="Times New Roman"/>
            <w:sz w:val="24"/>
            <w:szCs w:val="24"/>
            <w:rPrChange w:id="119" w:author="Steve Guest" w:date="2012-03-21T08:27:00Z">
              <w:rPr>
                <w:rFonts w:ascii="Times New Roman" w:hAnsi="Times New Roman" w:cs="Times New Roman"/>
                <w:spacing w:val="8"/>
                <w:sz w:val="24"/>
                <w:szCs w:val="24"/>
                <w:lang w:eastAsia="zh-CN"/>
              </w:rPr>
            </w:rPrChange>
          </w:rPr>
          <w:t>Protection of the marine environment;</w:t>
        </w:r>
      </w:ins>
    </w:p>
    <w:p w:rsidR="00A51641" w:rsidRPr="00A51641" w:rsidRDefault="00A51641" w:rsidP="007B6EB5">
      <w:pPr>
        <w:pStyle w:val="Bullet1"/>
        <w:rPr>
          <w:ins w:id="120" w:author="Steve Guest" w:date="2012-03-21T08:25:00Z"/>
          <w:rFonts w:ascii="Times New Roman" w:hAnsi="Times New Roman" w:cs="Times New Roman"/>
          <w:spacing w:val="46"/>
          <w:sz w:val="24"/>
          <w:szCs w:val="24"/>
          <w:rPrChange w:id="121" w:author="Unknown">
            <w:rPr>
              <w:ins w:id="122" w:author="Steve Guest" w:date="2012-03-21T08:25:00Z"/>
              <w:rFonts w:cs="Times New Roman"/>
              <w:spacing w:val="46"/>
              <w:szCs w:val="24"/>
            </w:rPr>
          </w:rPrChange>
        </w:rPr>
      </w:pPr>
      <w:ins w:id="123" w:author="Steve Guest" w:date="2012-03-21T08:25:00Z">
        <w:r w:rsidRPr="00A51641">
          <w:rPr>
            <w:rFonts w:ascii="Times New Roman" w:hAnsi="Times New Roman" w:cs="Times New Roman"/>
            <w:sz w:val="24"/>
            <w:szCs w:val="24"/>
            <w:rPrChange w:id="124" w:author="Steve Guest" w:date="2012-03-21T08:27:00Z">
              <w:rPr>
                <w:rFonts w:ascii="Times New Roman" w:hAnsi="Times New Roman" w:cs="Times New Roman"/>
                <w:spacing w:val="8"/>
                <w:sz w:val="24"/>
                <w:szCs w:val="24"/>
                <w:lang w:eastAsia="zh-CN"/>
              </w:rPr>
            </w:rPrChange>
          </w:rPr>
          <w:t>Supporting maritime security;</w:t>
        </w:r>
      </w:ins>
    </w:p>
    <w:p w:rsidR="00A51641" w:rsidRPr="00A51641" w:rsidRDefault="00A51641" w:rsidP="007B6EB5">
      <w:pPr>
        <w:pStyle w:val="Bullet1"/>
        <w:rPr>
          <w:ins w:id="125" w:author="Steve Guest" w:date="2012-03-21T08:25:00Z"/>
          <w:rFonts w:ascii="Times New Roman" w:hAnsi="Times New Roman" w:cs="Times New Roman"/>
          <w:spacing w:val="46"/>
          <w:sz w:val="24"/>
          <w:szCs w:val="24"/>
          <w:rPrChange w:id="126" w:author="Unknown">
            <w:rPr>
              <w:ins w:id="127" w:author="Steve Guest" w:date="2012-03-21T08:25:00Z"/>
              <w:rFonts w:cs="Times New Roman"/>
              <w:spacing w:val="46"/>
              <w:szCs w:val="24"/>
            </w:rPr>
          </w:rPrChange>
        </w:rPr>
      </w:pPr>
      <w:ins w:id="128" w:author="Steve Guest" w:date="2012-03-21T08:25:00Z">
        <w:r w:rsidRPr="00A51641">
          <w:rPr>
            <w:rFonts w:ascii="Times New Roman" w:hAnsi="Times New Roman" w:cs="Times New Roman"/>
            <w:sz w:val="24"/>
            <w:szCs w:val="24"/>
            <w:rPrChange w:id="129" w:author="Steve Guest" w:date="2012-03-21T08:27:00Z">
              <w:rPr>
                <w:rFonts w:ascii="Times New Roman" w:hAnsi="Times New Roman" w:cs="Times New Roman"/>
                <w:spacing w:val="8"/>
                <w:sz w:val="24"/>
                <w:szCs w:val="24"/>
                <w:lang w:eastAsia="zh-CN"/>
              </w:rPr>
            </w:rPrChange>
          </w:rPr>
          <w:t>Supporting law enforcement; and</w:t>
        </w:r>
      </w:ins>
    </w:p>
    <w:p w:rsidR="00A51641" w:rsidRDefault="00A51641" w:rsidP="00E84FB9">
      <w:pPr>
        <w:pStyle w:val="Bullet1"/>
        <w:rPr>
          <w:ins w:id="130" w:author="Steve Guest" w:date="2012-03-21T08:31:00Z"/>
          <w:rFonts w:ascii="Times New Roman" w:hAnsi="Times New Roman" w:cs="Times New Roman"/>
          <w:spacing w:val="46"/>
          <w:sz w:val="24"/>
          <w:szCs w:val="24"/>
        </w:rPr>
      </w:pPr>
      <w:ins w:id="131" w:author="Steve Guest" w:date="2012-03-21T08:25:00Z">
        <w:r w:rsidRPr="00A51641">
          <w:rPr>
            <w:rFonts w:ascii="Times New Roman" w:hAnsi="Times New Roman" w:cs="Times New Roman"/>
            <w:sz w:val="24"/>
            <w:szCs w:val="24"/>
            <w:rPrChange w:id="132" w:author="Steve Guest" w:date="2012-03-21T08:27:00Z">
              <w:rPr>
                <w:rFonts w:ascii="Times New Roman" w:hAnsi="Times New Roman" w:cs="Times New Roman"/>
                <w:spacing w:val="8"/>
                <w:sz w:val="24"/>
                <w:szCs w:val="24"/>
                <w:lang w:eastAsia="zh-CN"/>
              </w:rPr>
            </w:rPrChange>
          </w:rPr>
          <w:t>Protection of adjacent communities and infrastructure.</w:t>
        </w:r>
      </w:ins>
    </w:p>
    <w:p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33" w:author="Steve Guest" w:date="2012-03-21T08:31:00Z"/>
          <w:highlight w:val="yellow"/>
          <w:rPrChange w:id="134" w:author="Unknown">
            <w:rPr>
              <w:ins w:id="135" w:author="Steve Guest" w:date="2012-03-21T08:31:00Z"/>
            </w:rPr>
          </w:rPrChange>
        </w:rPr>
      </w:pPr>
      <w:ins w:id="136" w:author="VTSProgram" w:date="2012-03-22T06:40:00Z">
        <w:r w:rsidRPr="00A51641">
          <w:rPr>
            <w:highlight w:val="yellow"/>
            <w:rPrChange w:id="137" w:author="VTSProgram" w:date="2012-03-22T06:43:00Z">
              <w:rPr>
                <w:rFonts w:ascii="Times New Roman" w:hAnsi="Times New Roman"/>
                <w:b w:val="0"/>
              </w:rPr>
            </w:rPrChange>
          </w:rPr>
          <w:t xml:space="preserve">Types of </w:t>
        </w:r>
      </w:ins>
      <w:ins w:id="138" w:author="VTSProgram" w:date="2012-03-22T06:41:00Z">
        <w:r w:rsidRPr="00A51641">
          <w:rPr>
            <w:highlight w:val="yellow"/>
            <w:rPrChange w:id="139" w:author="VTSProgram" w:date="2012-03-22T06:43:00Z">
              <w:rPr>
                <w:rFonts w:ascii="Times New Roman" w:hAnsi="Times New Roman"/>
                <w:b w:val="0"/>
              </w:rPr>
            </w:rPrChange>
          </w:rPr>
          <w:t>VTS s</w:t>
        </w:r>
      </w:ins>
      <w:ins w:id="140" w:author="VTSProgram" w:date="2012-03-22T06:40:00Z">
        <w:r w:rsidRPr="00A51641">
          <w:rPr>
            <w:highlight w:val="yellow"/>
            <w:rPrChange w:id="141" w:author="VTSProgram" w:date="2012-03-22T06:43:00Z">
              <w:rPr>
                <w:rFonts w:ascii="Times New Roman" w:hAnsi="Times New Roman"/>
                <w:b w:val="0"/>
              </w:rPr>
            </w:rPrChange>
          </w:rPr>
          <w:t>ervices</w:t>
        </w:r>
      </w:ins>
      <w:ins w:id="142" w:author="Steve Guest" w:date="2012-03-21T08:31:00Z">
        <w:del w:id="143" w:author="VTSProgram" w:date="2012-03-22T06:40:00Z">
          <w:r w:rsidRPr="00A51641">
            <w:rPr>
              <w:highlight w:val="yellow"/>
              <w:rPrChange w:id="144" w:author="VTSProgram" w:date="2012-03-22T06:43:00Z">
                <w:rPr>
                  <w:rFonts w:ascii="Times New Roman" w:hAnsi="Times New Roman"/>
                  <w:b w:val="0"/>
                </w:rPr>
              </w:rPrChange>
            </w:rPr>
            <w:delText>Overview of VTS types</w:delText>
          </w:r>
        </w:del>
      </w:ins>
    </w:p>
    <w:p w:rsidR="00A51641" w:rsidRDefault="00A51641" w:rsidP="00A51641">
      <w:pPr>
        <w:pStyle w:val="Bullet1"/>
        <w:numPr>
          <w:ilvl w:val="0"/>
          <w:numId w:val="0"/>
        </w:numPr>
        <w:ind w:left="567"/>
        <w:rPr>
          <w:ins w:id="145" w:author="VTSProgram" w:date="2012-03-22T09:54:00Z"/>
        </w:rPr>
        <w:pPrChange w:id="146" w:author="Steve Guest" w:date="2012-03-21T08:31:00Z">
          <w:pPr>
            <w:pStyle w:val="Bullet1"/>
          </w:pPr>
        </w:pPrChange>
      </w:pPr>
    </w:p>
    <w:p w:rsidR="00A51641" w:rsidRDefault="00A51641" w:rsidP="00A51641">
      <w:pPr>
        <w:ind w:left="360"/>
        <w:rPr>
          <w:ins w:id="147" w:author="VTSProgram" w:date="2012-03-22T09:54:00Z"/>
        </w:rPr>
        <w:pPrChange w:id="148" w:author="VTSProgram" w:date="2012-03-22T09:55:00Z">
          <w:pPr/>
        </w:pPrChange>
      </w:pPr>
      <w:r>
        <w:rPr>
          <w:noProof/>
          <w:lang w:val="en-AU" w:eastAsia="en-AU"/>
        </w:rPr>
      </w:r>
      <w:r>
        <w:pict>
          <v:group id="Group 48" o:sp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">
            <v:rect id="AutoShape 626" o:spid="_x0000_s1027" style="position:absolute;left:-362415;top:-144966;width:5040630;height:58301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type id="_x0000_t202" coordsize="21600,21600" o:spt="202" path="m,l,21600r21600,l21600,xe">
              <v:stroke joinstyle="miter"/>
              <v:path gradientshapeok="t" o:connecttype="rect"/>
            </v:shapetype>
            <v:shape id="Text Box 627" o:spid="_x0000_s1028" type="#_x0000_t202" style="position:absolute;left:1647323;top:339060;width:1159405;height:4171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rsidR="00A51641" w:rsidRDefault="00A51641" w:rsidP="005E049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29" type="#_x0000_t202" style="position:absolute;left:4134752;top:756163;width:870002;height:12454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rsidR="00A51641" w:rsidRDefault="00A51641" w:rsidP="005E0499">
                    <w:pPr>
                      <w:pStyle w:val="NormalWeb"/>
                      <w:spacing w:before="0" w:beforeAutospacing="0" w:after="120" w:afterAutospacing="0" w:line="240" w:lineRule="exact"/>
                      <w:jc w:val="center"/>
                    </w:pPr>
                    <w:smartTag w:uri="urn:schemas-microsoft-com:office:smarttags" w:element="PlaceName">
                      <w:smartTag w:uri="urn:schemas-microsoft-com:office:smarttags" w:element="place">
                        <w:smartTag w:uri="urn:schemas-microsoft-com:office:smarttags" w:element="PlaceName">
                          <w:r w:rsidRPr="008342F5">
                            <w:rPr>
                              <w:rFonts w:eastAsia="PMingLiU" w:cs="Times New Roman"/>
                              <w:color w:val="000000"/>
                              <w:kern w:val="2"/>
                              <w:sz w:val="18"/>
                              <w:szCs w:val="18"/>
                              <w:lang w:val="en-US"/>
                            </w:rPr>
                            <w:t>Local</w:t>
                          </w:r>
                        </w:smartTag>
                        <w:r w:rsidRPr="008342F5">
                          <w:rPr>
                            <w:rFonts w:eastAsia="PMingLiU" w:cs="Times New Roman"/>
                            <w:color w:val="000000"/>
                            <w:kern w:val="2"/>
                            <w:sz w:val="18"/>
                            <w:szCs w:val="18"/>
                            <w:lang w:val="en-US"/>
                          </w:rPr>
                          <w:t xml:space="preserve"> </w:t>
                        </w:r>
                        <w:smartTag w:uri="urn:schemas-microsoft-com:office:smarttags" w:element="PlaceType">
                          <w:r w:rsidRPr="008342F5">
                            <w:rPr>
                              <w:rFonts w:eastAsia="PMingLiU" w:cs="Times New Roman"/>
                              <w:color w:val="000000"/>
                              <w:kern w:val="2"/>
                              <w:sz w:val="18"/>
                              <w:szCs w:val="18"/>
                              <w:lang w:val="en-US"/>
                            </w:rPr>
                            <w:t>Port</w:t>
                          </w:r>
                        </w:smartTag>
                      </w:smartTag>
                    </w:smartTag>
                    <w:r w:rsidRPr="008342F5">
                      <w:rPr>
                        <w:rFonts w:eastAsia="PMingLiU" w:cs="Times New Roman"/>
                        <w:color w:val="000000"/>
                        <w:kern w:val="2"/>
                        <w:sz w:val="18"/>
                        <w:szCs w:val="18"/>
                        <w:lang w:val="en-US"/>
                      </w:rPr>
                      <w:t xml:space="preserve"> Services</w:t>
                    </w:r>
                  </w:p>
                </w:txbxContent>
              </v:textbox>
            </v:shape>
            <v:shape id="Text Box 629" o:spid="_x0000_s1030" type="#_x0000_t202" style="position:absolute;left:908868;top:2303292;width:807218;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31" type="#_x0000_t202" style="position:absolute;left:1828499;top:2303292;width:765363;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rsidR="00A51641" w:rsidRDefault="00A51641" w:rsidP="005E049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32" type="#_x0000_t202" style="position:absolute;left:2780419;top:2301846;width:878971;height:571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rsidR="00A51641" w:rsidRDefault="00A51641" w:rsidP="005E049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rsidR="00A51641" w:rsidRDefault="00A51641"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rsidR="00A51641" w:rsidRDefault="00A51641"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rsidR="00A51641" w:rsidRDefault="00A51641" w:rsidP="005E049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type id="_x0000_t32" coordsize="21600,21600" o:spt="32" o:oned="t" path="m,l21600,21600e" filled="f">
              <v:path arrowok="t" fillok="f" o:connecttype="none"/>
              <o:lock v:ext="edit" shapetype="t"/>
            </v:shapetype>
            <v:shape id="AutoShape 633" o:spid="_x0000_s1034" type="#_x0000_t32" style="position:absolute;left:2205201;top:1532636;width:5979;height:770656;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35" style="position:absolute;flip:x;visibility:visibl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36" style="position:absolute;visibility:visibl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37" style="position:absolute;visibility:visibl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38" type="#_x0000_t202" style="position:absolute;left:1052971;top:3394783;width:2506562;height:44123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w:txbxContent/>
              </v:textbox>
            </v:shape>
            <v:line id="Line 638" o:spid="_x0000_s1039" style="position:absolute;visibility:visibl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40" style="position:absolute;visibility:visibl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41" style="position:absolute;visibility:visibl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42" type="#_x0000_t202" style="position:absolute;left:4143721;top:2303292;width:765363;height:4301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rsidR="00A51641" w:rsidRDefault="00A51641" w:rsidP="005E0499">
                    <w:pPr>
                      <w:pStyle w:val="NormalWeb"/>
                      <w:spacing w:before="0" w:beforeAutospacing="0" w:after="0" w:afterAutospacing="0" w:line="240" w:lineRule="exact"/>
                      <w:jc w:val="center"/>
                    </w:pPr>
                    <w:smartTag w:uri="urn:schemas-microsoft-com:office:smarttags" w:element="PlaceName">
                      <w:smartTag w:uri="urn:schemas-microsoft-com:office:smarttags" w:element="place">
                        <w:smartTag w:uri="urn:schemas-microsoft-com:office:smarttags" w:element="PlaceName">
                          <w:r w:rsidRPr="008342F5">
                            <w:rPr>
                              <w:rFonts w:cs="Times New Roman"/>
                              <w:b/>
                              <w:bCs/>
                              <w:color w:val="008000"/>
                              <w:kern w:val="2"/>
                              <w:sz w:val="18"/>
                              <w:szCs w:val="18"/>
                            </w:rPr>
                            <w:t>Local</w:t>
                          </w:r>
                        </w:smartTag>
                        <w:r w:rsidRPr="008342F5">
                          <w:rPr>
                            <w:rFonts w:cs="Times New Roman"/>
                            <w:b/>
                            <w:bCs/>
                            <w:color w:val="008000"/>
                            <w:kern w:val="2"/>
                            <w:sz w:val="18"/>
                            <w:szCs w:val="18"/>
                          </w:rPr>
                          <w:t xml:space="preserve"> </w:t>
                        </w:r>
                        <w:smartTag w:uri="urn:schemas-microsoft-com:office:smarttags" w:element="PlaceType">
                          <w:r w:rsidRPr="008342F5">
                            <w:rPr>
                              <w:rFonts w:cs="Times New Roman"/>
                              <w:b/>
                              <w:bCs/>
                              <w:color w:val="008000"/>
                              <w:kern w:val="2"/>
                              <w:sz w:val="18"/>
                              <w:szCs w:val="18"/>
                            </w:rPr>
                            <w:t>Port</w:t>
                          </w:r>
                        </w:smartTag>
                      </w:smartTag>
                    </w:smartTag>
                    <w:r w:rsidRPr="008342F5">
                      <w:rPr>
                        <w:rFonts w:cs="Times New Roman"/>
                        <w:b/>
                        <w:bCs/>
                        <w:color w:val="008000"/>
                        <w:kern w:val="2"/>
                        <w:sz w:val="18"/>
                        <w:szCs w:val="18"/>
                      </w:rPr>
                      <w:t xml:space="preserve"> Service</w:t>
                    </w:r>
                  </w:p>
                </w:txbxContent>
              </v:textbox>
            </v:shape>
            <v:shape id="Text Box 642" o:spid="_x0000_s1043" type="#_x0000_t202" style="position:absolute;left:718960;top:4520006;width:1293343;height:1060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rsidR="00A51641" w:rsidRDefault="00A51641" w:rsidP="005E049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rsidR="00A51641" w:rsidRDefault="00A51641" w:rsidP="005E0499">
                    <w:pPr>
                      <w:pStyle w:val="NormalWeb"/>
                      <w:spacing w:before="0" w:beforeAutospacing="0" w:after="0" w:afterAutospacing="0" w:line="240" w:lineRule="exact"/>
                      <w:jc w:val="center"/>
                    </w:pPr>
                  </w:p>
                  <w:p w:rsidR="00A51641" w:rsidRPr="008342F5" w:rsidRDefault="00A51641" w:rsidP="005E049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WARNING</w:t>
                    </w:r>
                  </w:p>
                  <w:p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ADVICE</w:t>
                    </w:r>
                  </w:p>
                  <w:p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45" type="#_x0000_t202" style="position:absolute;left:2211882;top:4112934;width:1610;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rsidR="00A51641" w:rsidRDefault="00A51641" w:rsidP="005E049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46" type="#_x0000_t202" style="position:absolute;left:2213725;top:4112929;width:1355;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rsidR="00A51641" w:rsidRDefault="00A51641" w:rsidP="005E049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47" type="#_x0000_t202" style="position:absolute;left:2213335;top:4112900;width:499;height:22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rsidR="00A51641" w:rsidRDefault="00A51641" w:rsidP="005E0499">
                      <w:pPr>
                        <w:pStyle w:val="NormalWeb"/>
                        <w:spacing w:before="0" w:beforeAutospacing="0" w:after="0" w:afterAutospacing="0" w:line="300" w:lineRule="exact"/>
                        <w:jc w:val="both"/>
                      </w:pPr>
                      <w:r w:rsidRPr="008342F5">
                        <w:rPr>
                          <w:rFonts w:cs="Times New Roman"/>
                          <w:color w:val="FF0000"/>
                          <w:kern w:val="2"/>
                          <w:sz w:val="16"/>
                          <w:szCs w:val="16"/>
                        </w:rPr>
                        <w:t>or</w:t>
                      </w:r>
                    </w:p>
                  </w:txbxContent>
                </v:textbox>
              </v:shape>
            </v:group>
            <v:shape id="Text Box 647" o:spid="_x0000_s1048" type="#_x0000_t202" style="position:absolute;left:2159586;top:4319456;width:1771079;height:124780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rsidR="00A51641" w:rsidRDefault="00A51641" w:rsidP="005E0499">
                    <w:pPr>
                      <w:pStyle w:val="NormalWeb"/>
                      <w:spacing w:before="0" w:beforeAutospacing="0" w:after="0" w:afterAutospacing="0" w:line="300" w:lineRule="exact"/>
                      <w:jc w:val="center"/>
                    </w:pPr>
                  </w:p>
                  <w:p w:rsidR="00A51641" w:rsidRDefault="00A51641" w:rsidP="005E049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rsidR="00A51641" w:rsidRDefault="00A51641" w:rsidP="005E0499">
                    <w:pPr>
                      <w:pStyle w:val="NormalWeb"/>
                      <w:spacing w:before="0" w:beforeAutospacing="0" w:after="0" w:afterAutospacing="0"/>
                      <w:jc w:val="center"/>
                    </w:pPr>
                    <w:r w:rsidRPr="008342F5">
                      <w:rPr>
                        <w:rFonts w:cs="Times New Roman"/>
                        <w:b/>
                        <w:bCs/>
                        <w:i/>
                        <w:iCs/>
                        <w:color w:val="FF0000"/>
                        <w:kern w:val="2"/>
                        <w:sz w:val="16"/>
                        <w:szCs w:val="16"/>
                      </w:rPr>
                      <w:t>and/or</w:t>
                    </w:r>
                  </w:p>
                  <w:p w:rsidR="00A51641" w:rsidRDefault="00A51641" w:rsidP="005E049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49" style="position:absolute;flip:x;visibility:visibl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50" style="position:absolute;visibility:visibl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51" style="position:absolute;flip:x;visibility:visibl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52" type="#_x0000_t202" style="position:absolute;left:4104418;top:3233982;width:879569;height:9484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rsidR="00A51641" w:rsidRDefault="00A51641" w:rsidP="005E049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rsidR="00A51641" w:rsidRDefault="00A51641" w:rsidP="005E049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53" type="#_x0000_t202" style="position:absolute;left:108227;top:881989;width:944744;height:286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rsidR="00A51641" w:rsidRDefault="00A51641" w:rsidP="005E049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54" type="#_x0000_t202" style="position:absolute;left:38268;top:3406501;width:895115;height:267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rsidR="00A51641" w:rsidRDefault="00A51641" w:rsidP="005E0499">
                    <w:r w:rsidRPr="008342F5">
                      <w:rPr>
                        <w:b/>
                        <w:bCs/>
                        <w:color w:val="000000"/>
                        <w:kern w:val="2"/>
                        <w:sz w:val="18"/>
                        <w:szCs w:val="18"/>
                      </w:rPr>
                      <w:t>FUNCTIONS</w:t>
                    </w:r>
                  </w:p>
                  <w:p w:rsidR="00A51641" w:rsidRDefault="00A51641" w:rsidP="005E0499"/>
                  <w:p w:rsidR="00A51641" w:rsidRDefault="00A51641" w:rsidP="005E0499"/>
                  <w:p w:rsidR="00A51641" w:rsidRDefault="00A51641" w:rsidP="005E0499"/>
                  <w:p w:rsidR="00A51641" w:rsidRDefault="00A51641" w:rsidP="005E0499"/>
                  <w:p w:rsidR="00A51641" w:rsidRDefault="00A51641" w:rsidP="005E0499"/>
                  <w:p w:rsidR="00A51641" w:rsidRDefault="00A51641" w:rsidP="005E0499"/>
                  <w:p w:rsidR="00A51641" w:rsidRDefault="00A51641" w:rsidP="005E0499">
                    <w:pPr>
                      <w:pStyle w:val="NormalWeb"/>
                      <w:spacing w:before="0" w:beforeAutospacing="0" w:after="0" w:afterAutospacing="0" w:line="300" w:lineRule="exact"/>
                      <w:jc w:val="both"/>
                    </w:pPr>
                  </w:p>
                </w:txbxContent>
              </v:textbox>
            </v:shape>
            <v:shape id="Text Box 655" o:spid="_x0000_s1055" type="#_x0000_t202" style="position:absolute;left:4184979;top:1183403;width:724105;height:71230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rsidR="00A51641" w:rsidRDefault="00A51641" w:rsidP="005E049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56" style="position:absolute;visibility:visibl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57" style="position:absolute;visibility:visibl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58" type="#_x0000_t202" style="position:absolute;left:4118607;top:188301;width:839507;height:3318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rsidR="00A51641" w:rsidRDefault="00A51641" w:rsidP="005E0499">
                    <w:pPr>
                      <w:pStyle w:val="NormalWeb"/>
                      <w:spacing w:before="0" w:beforeAutospacing="0" w:after="0" w:afterAutospacing="0" w:line="300" w:lineRule="exact"/>
                      <w:jc w:val="center"/>
                    </w:pPr>
                    <w:r w:rsidRPr="008342F5">
                      <w:rPr>
                        <w:rFonts w:cs="Times New Roman"/>
                        <w:color w:val="000000"/>
                        <w:kern w:val="2"/>
                      </w:rPr>
                      <w:t>NON VTS</w:t>
                    </w:r>
                  </w:p>
                </w:txbxContent>
              </v:textbox>
            </v:shape>
            <w10:anchorlock/>
          </v:group>
        </w:pict>
      </w:r>
    </w:p>
    <w:p w:rsidR="00A51641" w:rsidDel="00650955" w:rsidRDefault="00A51641" w:rsidP="00E84FB9">
      <w:pPr>
        <w:pStyle w:val="Figure"/>
        <w:rPr>
          <w:ins w:id="149" w:author="Steve Guest" w:date="2012-03-21T08:31:00Z"/>
          <w:del w:id="150" w:author="VTSProgram" w:date="2012-03-22T06:32:00Z"/>
          <w:i w:val="0"/>
        </w:rPr>
      </w:pPr>
      <w:ins w:id="151" w:author="Steve Guest" w:date="2012-03-21T08:31:00Z">
        <w:del w:id="152" w:author="VTSProgram" w:date="2012-03-22T06:32:00Z">
          <w:r w:rsidDel="00650955">
            <w:delText>According to the VTS Manual, section 0502:</w:delText>
          </w:r>
        </w:del>
      </w:ins>
    </w:p>
    <w:p w:rsidR="00A51641" w:rsidRPr="00A51641" w:rsidRDefault="00A51641" w:rsidP="00E84FB9">
      <w:pPr>
        <w:pStyle w:val="Figure"/>
        <w:rPr>
          <w:ins w:id="153" w:author="Steve Guest" w:date="2012-03-21T08:25:00Z"/>
          <w:del w:id="154" w:author="VTSProgram" w:date="2012-03-22T09:55:00Z"/>
          <w:rFonts w:ascii="Times New Roman" w:hAnsi="Times New Roman" w:cs="Times New Roman"/>
          <w:spacing w:val="46"/>
          <w:sz w:val="24"/>
          <w:szCs w:val="24"/>
          <w:rPrChange w:id="155" w:author="Unknown">
            <w:rPr>
              <w:ins w:id="156" w:author="Steve Guest" w:date="2012-03-21T08:25:00Z"/>
              <w:del w:id="157" w:author="VTSProgram" w:date="2012-03-22T09:55:00Z"/>
              <w:rFonts w:cs="Times New Roman"/>
              <w:spacing w:val="46"/>
              <w:szCs w:val="24"/>
            </w:rPr>
          </w:rPrChange>
        </w:rPr>
      </w:pPr>
    </w:p>
    <w:p w:rsidR="00A51641" w:rsidRPr="00A51641" w:rsidRDefault="00A51641" w:rsidP="00E84FB9">
      <w:pPr>
        <w:pStyle w:val="Figure"/>
        <w:rPr>
          <w:ins w:id="158" w:author="Steve Guest" w:date="2012-03-20T16:37:00Z"/>
          <w:del w:id="159" w:author="VTSProgram" w:date="2012-03-22T09:54:00Z"/>
          <w:rFonts w:ascii="Calibri" w:hAnsi="Calibri" w:cs="Times New Roman"/>
          <w:i w:val="0"/>
          <w:szCs w:val="22"/>
          <w:lang w:eastAsia="en-US"/>
          <w:rPrChange w:id="160" w:author="Unknown">
            <w:rPr>
              <w:ins w:id="161" w:author="Steve Guest" w:date="2012-03-20T16:37:00Z"/>
              <w:del w:id="162" w:author="VTSProgram" w:date="2012-03-22T09:54:00Z"/>
              <w:rFonts w:cs="Times New Roman"/>
              <w:i w:val="0"/>
              <w:szCs w:val="22"/>
            </w:rPr>
          </w:rPrChange>
        </w:rPr>
      </w:pPr>
      <w:del w:id="163" w:author="VTSProgram" w:date="2012-03-22T06:35:00Z">
        <w:r w:rsidRPr="00421EF2">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420pt;height:457.5pt;visibility:visible">
              <v:imagedata r:id="rId7" o:title="" croptop="-65521f" cropbottom="65521f"/>
            </v:shape>
          </w:pict>
        </w:r>
      </w:del>
      <w:r>
        <w:rPr>
          <w:noProof/>
          <w:lang w:val="en-AU" w:eastAsia="en-AU"/>
        </w:rPr>
      </w:r>
      <w:del w:id="164" w:author="VTSProgram" w:date="2012-03-22T09:54:00Z">
        <w:r w:rsidRPr="003A20C2">
          <w:rPr>
            <w:rFonts w:ascii="Times New Roman" w:hAnsi="Times New Roman"/>
            <w:i w:val="0"/>
            <w:sz w:val="24"/>
            <w:szCs w:val="24"/>
          </w:rPr>
          <w:pict>
            <v:group id="_x0000_s1059"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">
              <v:rect id="AutoShape 626" o:spid="_x0000_s1060" style="position:absolute;left:-362415;top:-144966;width:5040630;height:58301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 id="Text Box 627" o:spid="_x0000_s1061" type="#_x0000_t202" style="position:absolute;left:1647323;top:339060;width:1159405;height:4171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rsidR="00A51641" w:rsidRDefault="00A51641" w:rsidP="00E84FB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62" type="#_x0000_t202" style="position:absolute;left:4134752;top:756163;width:870002;height:12454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rsidR="00A51641" w:rsidRDefault="00A51641" w:rsidP="00E84FB9">
                      <w:pPr>
                        <w:pStyle w:val="NormalWeb"/>
                        <w:spacing w:before="0" w:beforeAutospacing="0" w:after="120" w:afterAutospacing="0" w:line="240" w:lineRule="exact"/>
                        <w:jc w:val="center"/>
                      </w:pPr>
                      <w:smartTag w:uri="urn:schemas-microsoft-com:office:smarttags" w:element="PlaceName">
                        <w:smartTag w:uri="urn:schemas-microsoft-com:office:smarttags" w:element="place">
                          <w:smartTag w:uri="urn:schemas-microsoft-com:office:smarttags" w:element="PlaceName">
                            <w:r w:rsidRPr="008342F5">
                              <w:rPr>
                                <w:rFonts w:eastAsia="PMingLiU" w:cs="Times New Roman"/>
                                <w:color w:val="000000"/>
                                <w:kern w:val="2"/>
                                <w:sz w:val="18"/>
                                <w:szCs w:val="18"/>
                                <w:lang w:val="en-US"/>
                              </w:rPr>
                              <w:t>Local</w:t>
                            </w:r>
                          </w:smartTag>
                          <w:r w:rsidRPr="008342F5">
                            <w:rPr>
                              <w:rFonts w:eastAsia="PMingLiU" w:cs="Times New Roman"/>
                              <w:color w:val="000000"/>
                              <w:kern w:val="2"/>
                              <w:sz w:val="18"/>
                              <w:szCs w:val="18"/>
                              <w:lang w:val="en-US"/>
                            </w:rPr>
                            <w:t xml:space="preserve"> </w:t>
                          </w:r>
                          <w:smartTag w:uri="urn:schemas-microsoft-com:office:smarttags" w:element="PlaceType">
                            <w:r w:rsidRPr="008342F5">
                              <w:rPr>
                                <w:rFonts w:eastAsia="PMingLiU" w:cs="Times New Roman"/>
                                <w:color w:val="000000"/>
                                <w:kern w:val="2"/>
                                <w:sz w:val="18"/>
                                <w:szCs w:val="18"/>
                                <w:lang w:val="en-US"/>
                              </w:rPr>
                              <w:t>Port</w:t>
                            </w:r>
                          </w:smartTag>
                        </w:smartTag>
                      </w:smartTag>
                      <w:r w:rsidRPr="008342F5">
                        <w:rPr>
                          <w:rFonts w:eastAsia="PMingLiU" w:cs="Times New Roman"/>
                          <w:color w:val="000000"/>
                          <w:kern w:val="2"/>
                          <w:sz w:val="18"/>
                          <w:szCs w:val="18"/>
                          <w:lang w:val="en-US"/>
                        </w:rPr>
                        <w:t xml:space="preserve"> Services</w:t>
                      </w:r>
                    </w:p>
                  </w:txbxContent>
                </v:textbox>
              </v:shape>
              <v:shape id="Text Box 629" o:spid="_x0000_s1063" type="#_x0000_t202" style="position:absolute;left:908868;top:2303292;width:807218;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64" type="#_x0000_t202" style="position:absolute;left:1828499;top:2303292;width:765363;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rsidR="00A51641" w:rsidRDefault="00A51641" w:rsidP="00E84FB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65" type="#_x0000_t202" style="position:absolute;left:2780419;top:2301846;width:878971;height:571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rsidR="00A51641" w:rsidRDefault="00A51641" w:rsidP="00E84FB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66" type="#_x0000_t202" style="position:absolute;left:823961;top:840781;width:2762480;height:6918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rsidR="00A51641" w:rsidRDefault="00A51641"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rsidR="00A51641" w:rsidRDefault="00A51641"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rsidR="00A51641" w:rsidRDefault="00A51641" w:rsidP="00E84FB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 id="AutoShape 633" o:spid="_x0000_s1067" type="#_x0000_t32" style="position:absolute;left:2205201;top:1532636;width:5979;height:770656;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68" style="position:absolute;flip:x;visibility:visibl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69" style="position:absolute;visibility:visibl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70" style="position:absolute;visibility:visibl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71" type="#_x0000_t202" style="position:absolute;left:1052971;top:3394783;width:2506562;height:44123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style="mso-next-textbox:#Text Box 637">
                  <w:txbxContent>
                    <w:p w:rsidR="00A51641" w:rsidRDefault="00A51641" w:rsidP="005E0499">
                      <w:pPr>
                        <w:pStyle w:val="NormalWeb"/>
                        <w:tabs>
                          <w:tab w:val="left" w:pos="7551"/>
                        </w:tabs>
                        <w:spacing w:before="0" w:beforeAutospacing="0" w:after="0" w:afterAutospacing="0" w:line="200" w:lineRule="exact"/>
                        <w:jc w:val="center"/>
                      </w:pPr>
                      <w:r w:rsidRPr="008342F5">
                        <w:rPr>
                          <w:rFonts w:eastAsia="PMingLiU" w:cs="Times New Roman"/>
                          <w:b/>
                          <w:bCs/>
                          <w:color w:val="4F81BD"/>
                          <w:kern w:val="2"/>
                          <w:sz w:val="16"/>
                          <w:szCs w:val="16"/>
                        </w:rPr>
                        <w:t>Providing marine information</w:t>
                      </w:r>
                    </w:p>
                    <w:p w:rsidR="00A51641" w:rsidRDefault="00A51641" w:rsidP="005E0499">
                      <w:pPr>
                        <w:pStyle w:val="NormalWeb"/>
                        <w:spacing w:before="0" w:beforeAutospacing="0" w:after="0" w:afterAutospacing="0" w:line="200" w:lineRule="exact"/>
                        <w:jc w:val="center"/>
                      </w:pPr>
                      <w:r w:rsidRPr="008342F5">
                        <w:rPr>
                          <w:rFonts w:cs="Times New Roman"/>
                          <w:b/>
                          <w:bCs/>
                          <w:color w:val="000000"/>
                          <w:kern w:val="2"/>
                          <w:sz w:val="16"/>
                          <w:szCs w:val="16"/>
                        </w:rPr>
                        <w:t>(broadcast or as requested)</w:t>
                      </w:r>
                    </w:p>
                    <w:p w:rsidR="00A51641" w:rsidRDefault="00A51641" w:rsidP="005E0499">
                      <w:pPr>
                        <w:pStyle w:val="NormalWeb"/>
                        <w:spacing w:before="0" w:beforeAutospacing="0" w:after="0" w:afterAutospacing="0" w:line="200" w:lineRule="exact"/>
                        <w:jc w:val="center"/>
                      </w:pPr>
                    </w:p>
                  </w:txbxContent>
                </v:textbox>
              </v:shape>
              <v:line id="Line 638" o:spid="_x0000_s1072" style="position:absolute;visibility:visibl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73" style="position:absolute;visibility:visibl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74" style="position:absolute;visibility:visibl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75" type="#_x0000_t202" style="position:absolute;left:4143721;top:2303292;width:765363;height:4301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rsidR="00A51641" w:rsidRDefault="00A51641" w:rsidP="00E84FB9">
                      <w:pPr>
                        <w:pStyle w:val="NormalWeb"/>
                        <w:spacing w:before="0" w:beforeAutospacing="0" w:after="0" w:afterAutospacing="0" w:line="240" w:lineRule="exact"/>
                        <w:jc w:val="center"/>
                      </w:pPr>
                      <w:smartTag w:uri="urn:schemas-microsoft-com:office:smarttags" w:element="place">
                        <w:smartTag w:uri="urn:schemas-microsoft-com:office:smarttags" w:element="PlaceName">
                          <w:r w:rsidRPr="008342F5">
                            <w:rPr>
                              <w:rFonts w:cs="Times New Roman"/>
                              <w:b/>
                              <w:bCs/>
                              <w:color w:val="008000"/>
                              <w:kern w:val="2"/>
                              <w:sz w:val="18"/>
                              <w:szCs w:val="18"/>
                            </w:rPr>
                            <w:t>Local</w:t>
                          </w:r>
                        </w:smartTag>
                        <w:r w:rsidRPr="008342F5">
                          <w:rPr>
                            <w:rFonts w:cs="Times New Roman"/>
                            <w:b/>
                            <w:bCs/>
                            <w:color w:val="008000"/>
                            <w:kern w:val="2"/>
                            <w:sz w:val="18"/>
                            <w:szCs w:val="18"/>
                          </w:rPr>
                          <w:t xml:space="preserve"> </w:t>
                        </w:r>
                        <w:smartTag w:uri="urn:schemas-microsoft-com:office:smarttags" w:element="place">
                          <w:r w:rsidRPr="008342F5">
                            <w:rPr>
                              <w:rFonts w:cs="Times New Roman"/>
                              <w:b/>
                              <w:bCs/>
                              <w:color w:val="008000"/>
                              <w:kern w:val="2"/>
                              <w:sz w:val="18"/>
                              <w:szCs w:val="18"/>
                            </w:rPr>
                            <w:t>Port</w:t>
                          </w:r>
                        </w:smartTag>
                      </w:smartTag>
                      <w:r w:rsidRPr="008342F5">
                        <w:rPr>
                          <w:rFonts w:cs="Times New Roman"/>
                          <w:b/>
                          <w:bCs/>
                          <w:color w:val="008000"/>
                          <w:kern w:val="2"/>
                          <w:sz w:val="18"/>
                          <w:szCs w:val="18"/>
                        </w:rPr>
                        <w:t xml:space="preserve"> Service</w:t>
                      </w:r>
                    </w:p>
                  </w:txbxContent>
                </v:textbox>
              </v:shape>
              <v:shape id="Text Box 642" o:spid="_x0000_s1076" type="#_x0000_t202" style="position:absolute;left:718960;top:4520006;width:1293343;height:1060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rsidR="00A51641" w:rsidRDefault="00A51641" w:rsidP="00E84FB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rsidR="00A51641" w:rsidRDefault="00A51641" w:rsidP="00E84FB9">
                      <w:pPr>
                        <w:pStyle w:val="NormalWeb"/>
                        <w:spacing w:before="0" w:beforeAutospacing="0" w:after="0" w:afterAutospacing="0" w:line="240" w:lineRule="exact"/>
                        <w:jc w:val="center"/>
                      </w:pPr>
                    </w:p>
                    <w:p w:rsidR="00A51641" w:rsidRPr="008342F5" w:rsidRDefault="00A51641" w:rsidP="00E84FB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WARNING</w:t>
                      </w:r>
                    </w:p>
                    <w:p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ADVICE</w:t>
                      </w:r>
                    </w:p>
                    <w:p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77"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78" type="#_x0000_t202" style="position:absolute;left:2211882;top:4112934;width:1610;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rsidR="00A51641" w:rsidRDefault="00A51641" w:rsidP="00E84FB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79" type="#_x0000_t202" style="position:absolute;left:2213725;top:4112929;width:1355;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rsidR="00A51641" w:rsidRDefault="00A51641" w:rsidP="00E84FB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80" type="#_x0000_t202" style="position:absolute;left:2213335;top:4112900;width:499;height:22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rsidR="00A51641" w:rsidRDefault="00A51641" w:rsidP="00E84FB9">
                        <w:pPr>
                          <w:pStyle w:val="NormalWeb"/>
                          <w:spacing w:before="0" w:beforeAutospacing="0" w:after="0" w:afterAutospacing="0" w:line="300" w:lineRule="exact"/>
                          <w:jc w:val="both"/>
                        </w:pPr>
                        <w:r w:rsidRPr="008342F5">
                          <w:rPr>
                            <w:rFonts w:cs="Times New Roman"/>
                            <w:color w:val="FF0000"/>
                            <w:kern w:val="2"/>
                            <w:sz w:val="16"/>
                            <w:szCs w:val="16"/>
                          </w:rPr>
                          <w:t>or</w:t>
                        </w:r>
                      </w:p>
                    </w:txbxContent>
                  </v:textbox>
                </v:shape>
              </v:group>
              <v:shape id="Text Box 647" o:spid="_x0000_s1081" type="#_x0000_t202" style="position:absolute;left:2159586;top:4319456;width:1771079;height:124780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rsidR="00A51641" w:rsidRDefault="00A51641" w:rsidP="00E84FB9">
                      <w:pPr>
                        <w:pStyle w:val="NormalWeb"/>
                        <w:spacing w:before="0" w:beforeAutospacing="0" w:after="0" w:afterAutospacing="0" w:line="300" w:lineRule="exact"/>
                        <w:jc w:val="center"/>
                      </w:pPr>
                    </w:p>
                    <w:p w:rsidR="00A51641" w:rsidRDefault="00A51641" w:rsidP="00E84FB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rsidR="00A51641" w:rsidRDefault="00A51641" w:rsidP="00E84FB9">
                      <w:pPr>
                        <w:pStyle w:val="NormalWeb"/>
                        <w:spacing w:before="0" w:beforeAutospacing="0" w:after="0" w:afterAutospacing="0"/>
                        <w:jc w:val="center"/>
                      </w:pPr>
                      <w:r w:rsidRPr="008342F5">
                        <w:rPr>
                          <w:rFonts w:cs="Times New Roman"/>
                          <w:b/>
                          <w:bCs/>
                          <w:i/>
                          <w:iCs/>
                          <w:color w:val="FF0000"/>
                          <w:kern w:val="2"/>
                          <w:sz w:val="16"/>
                          <w:szCs w:val="16"/>
                        </w:rPr>
                        <w:t>and/or</w:t>
                      </w:r>
                    </w:p>
                    <w:p w:rsidR="00A51641" w:rsidRDefault="00A51641" w:rsidP="00E84FB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82" style="position:absolute;flip:x;visibility:visibl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83" style="position:absolute;visibility:visibl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84" style="position:absolute;flip:x;visibility:visibl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85" type="#_x0000_t202" style="position:absolute;left:4104418;top:3233982;width:879569;height:9484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rsidR="00A51641" w:rsidRDefault="00A51641" w:rsidP="00E84FB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rsidR="00A51641" w:rsidRDefault="00A51641" w:rsidP="00E84FB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86" type="#_x0000_t202" style="position:absolute;left:108227;top:881989;width:944744;height:286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rsidR="00A51641" w:rsidRDefault="00A51641" w:rsidP="00E84FB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87" type="#_x0000_t202" style="position:absolute;left:38268;top:3406501;width:895115;height:267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rsidR="00A51641" w:rsidRDefault="00A51641" w:rsidP="00E84FB9">
                      <w:r w:rsidRPr="008342F5">
                        <w:rPr>
                          <w:b/>
                          <w:bCs/>
                          <w:color w:val="000000"/>
                          <w:kern w:val="2"/>
                          <w:sz w:val="18"/>
                          <w:szCs w:val="18"/>
                        </w:rPr>
                        <w:t>FUNCTIONS</w:t>
                      </w:r>
                    </w:p>
                    <w:p w:rsidR="00A51641" w:rsidRDefault="00A51641" w:rsidP="00E84FB9"/>
                    <w:p w:rsidR="00A51641" w:rsidRDefault="00A51641" w:rsidP="00E84FB9"/>
                    <w:p w:rsidR="00A51641" w:rsidRDefault="00A51641" w:rsidP="00E84FB9"/>
                    <w:p w:rsidR="00A51641" w:rsidRDefault="00A51641" w:rsidP="00E84FB9"/>
                    <w:p w:rsidR="00A51641" w:rsidRDefault="00A51641" w:rsidP="00E84FB9"/>
                    <w:p w:rsidR="00A51641" w:rsidRDefault="00A51641" w:rsidP="00E84FB9"/>
                    <w:p w:rsidR="00A51641" w:rsidRDefault="00A51641" w:rsidP="00E84FB9">
                      <w:pPr>
                        <w:pStyle w:val="NormalWeb"/>
                        <w:spacing w:before="0" w:beforeAutospacing="0" w:after="0" w:afterAutospacing="0" w:line="300" w:lineRule="exact"/>
                        <w:jc w:val="both"/>
                      </w:pPr>
                    </w:p>
                  </w:txbxContent>
                </v:textbox>
              </v:shape>
              <v:shape id="Text Box 655" o:spid="_x0000_s1088" type="#_x0000_t202" style="position:absolute;left:4184979;top:1183403;width:724105;height:71230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rsidR="00A51641" w:rsidRDefault="00A51641" w:rsidP="00E84FB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89" style="position:absolute;visibility:visibl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90" style="position:absolute;visibility:visibl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91" type="#_x0000_t202" style="position:absolute;left:4118607;top:188301;width:839507;height:3318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rsidR="00A51641" w:rsidRDefault="00A51641" w:rsidP="00E84FB9">
                      <w:pPr>
                        <w:pStyle w:val="NormalWeb"/>
                        <w:spacing w:before="0" w:beforeAutospacing="0" w:after="0" w:afterAutospacing="0" w:line="300" w:lineRule="exact"/>
                        <w:jc w:val="center"/>
                      </w:pPr>
                      <w:r w:rsidRPr="008342F5">
                        <w:rPr>
                          <w:rFonts w:cs="Times New Roman"/>
                          <w:color w:val="000000"/>
                          <w:kern w:val="2"/>
                        </w:rPr>
                        <w:t>NON VTS</w:t>
                      </w:r>
                    </w:p>
                  </w:txbxContent>
                </v:textbox>
              </v:shape>
              <w10:anchorlock/>
            </v:group>
          </w:pict>
        </w:r>
      </w:del>
    </w:p>
    <w:p w:rsidR="00A51641" w:rsidRPr="00A51641" w:rsidRDefault="00A51641" w:rsidP="00E84FB9">
      <w:pPr>
        <w:pStyle w:val="Figure"/>
        <w:rPr>
          <w:ins w:id="165" w:author="Steve Guest" w:date="2012-03-21T08:32:00Z"/>
          <w:highlight w:val="yellow"/>
          <w:rPrChange w:id="166" w:author="Unknown">
            <w:rPr>
              <w:ins w:id="167" w:author="Steve Guest" w:date="2012-03-21T08:32:00Z"/>
            </w:rPr>
          </w:rPrChange>
        </w:rPr>
      </w:pPr>
      <w:bookmarkStart w:id="168" w:name="_Toc193872660"/>
      <w:ins w:id="169" w:author="Steve Guest" w:date="2012-03-21T08:32:00Z">
        <w:r w:rsidRPr="00A51641">
          <w:rPr>
            <w:highlight w:val="yellow"/>
            <w:rPrChange w:id="170" w:author="VTSProgram" w:date="2012-03-22T06:43:00Z">
              <w:rPr>
                <w:rFonts w:ascii="Times New Roman" w:hAnsi="Times New Roman"/>
                <w:i w:val="0"/>
                <w:spacing w:val="8"/>
                <w:sz w:val="24"/>
                <w:lang w:eastAsia="zh-CN"/>
              </w:rPr>
            </w:rPrChange>
          </w:rPr>
          <w:t>Overview of types of VTS</w:t>
        </w:r>
        <w:bookmarkEnd w:id="168"/>
      </w:ins>
    </w:p>
    <w:p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71" w:author="Steve Guest" w:date="2012-03-21T08:34:00Z"/>
          <w:highlight w:val="yellow"/>
          <w:rPrChange w:id="172" w:author="Unknown">
            <w:rPr>
              <w:ins w:id="173" w:author="Steve Guest" w:date="2012-03-21T08:34:00Z"/>
            </w:rPr>
          </w:rPrChange>
        </w:rPr>
      </w:pPr>
      <w:bookmarkStart w:id="174" w:name="_Toc161125509"/>
      <w:bookmarkStart w:id="175" w:name="_Toc182538841"/>
      <w:bookmarkStart w:id="176" w:name="_Toc309032238"/>
      <w:bookmarkStart w:id="177" w:name="_Toc309122431"/>
      <w:bookmarkStart w:id="178" w:name="_Toc309123415"/>
      <w:bookmarkStart w:id="179" w:name="_Toc193872224"/>
      <w:bookmarkStart w:id="180" w:name="_Ref193875919"/>
      <w:ins w:id="181" w:author="Steve Guest" w:date="2012-03-21T08:34:00Z">
        <w:r w:rsidRPr="00A51641">
          <w:rPr>
            <w:highlight w:val="yellow"/>
            <w:rPrChange w:id="182" w:author="VTSProgram" w:date="2012-03-22T06:45:00Z">
              <w:rPr>
                <w:rFonts w:ascii="Times New Roman" w:hAnsi="Times New Roman"/>
                <w:b w:val="0"/>
                <w:spacing w:val="0"/>
                <w:sz w:val="22"/>
                <w:lang w:eastAsia="en-US"/>
              </w:rPr>
            </w:rPrChange>
          </w:rPr>
          <w:t>VTS services</w:t>
        </w:r>
      </w:ins>
    </w:p>
    <w:bookmarkEnd w:id="174"/>
    <w:bookmarkEnd w:id="175"/>
    <w:bookmarkEnd w:id="176"/>
    <w:bookmarkEnd w:id="177"/>
    <w:bookmarkEnd w:id="178"/>
    <w:bookmarkEnd w:id="179"/>
    <w:bookmarkEnd w:id="180"/>
    <w:p w:rsidR="00A51641" w:rsidDel="00313A00" w:rsidRDefault="00A51641" w:rsidP="00E84FB9">
      <w:pPr>
        <w:pStyle w:val="BodyText"/>
        <w:rPr>
          <w:ins w:id="183" w:author="Steve Guest" w:date="2012-03-21T08:41:00Z"/>
          <w:del w:id="184" w:author="VTSProgram" w:date="2012-03-22T06:45:00Z"/>
          <w:i/>
        </w:rPr>
      </w:pPr>
      <w:ins w:id="185" w:author="Steve Guest" w:date="2012-03-21T08:41:00Z">
        <w:del w:id="186" w:author="VTSProgram" w:date="2012-03-22T06:45:00Z">
          <w:r w:rsidDel="00313A00">
            <w:delText>According to the VTS Manual, section 0505:</w:delText>
          </w:r>
        </w:del>
      </w:ins>
    </w:p>
    <w:p w:rsidR="00A51641" w:rsidRPr="00A51641" w:rsidRDefault="00A51641" w:rsidP="00E84FB9">
      <w:pPr>
        <w:pStyle w:val="BodyText"/>
        <w:rPr>
          <w:ins w:id="187" w:author="Steve Guest" w:date="2012-03-21T08:33:00Z"/>
          <w:rFonts w:ascii="Times New Roman" w:hAnsi="Times New Roman" w:cs="Times New Roman"/>
          <w:sz w:val="24"/>
          <w:szCs w:val="24"/>
          <w:rPrChange w:id="188" w:author="Unknown">
            <w:rPr>
              <w:ins w:id="189" w:author="Steve Guest" w:date="2012-03-21T08:33:00Z"/>
              <w:rFonts w:cs="Times New Roman"/>
              <w:szCs w:val="24"/>
            </w:rPr>
          </w:rPrChange>
        </w:rPr>
      </w:pPr>
      <w:ins w:id="190" w:author="Steve Guest" w:date="2012-03-21T08:33:00Z">
        <w:r w:rsidRPr="00A51641">
          <w:rPr>
            <w:rFonts w:ascii="Times New Roman" w:hAnsi="Times New Roman" w:cs="Times New Roman"/>
            <w:sz w:val="24"/>
            <w:szCs w:val="24"/>
            <w:rPrChange w:id="191" w:author="Steve Guest" w:date="2012-03-21T08:35:00Z">
              <w:rPr>
                <w:rFonts w:ascii="Times New Roman" w:hAnsi="Times New Roman" w:cs="Times New Roman"/>
                <w:spacing w:val="8"/>
                <w:sz w:val="24"/>
                <w:szCs w:val="24"/>
                <w:lang w:eastAsia="zh-CN"/>
              </w:rPr>
            </w:rPrChange>
          </w:rPr>
          <w:t>An authorised VTS will be capable of offering one or more of the following types of service:</w:t>
        </w:r>
      </w:ins>
    </w:p>
    <w:p w:rsidR="00A51641" w:rsidRDefault="00A51641" w:rsidP="00A51641">
      <w:pPr>
        <w:pStyle w:val="Heading3"/>
        <w:ind w:firstLine="0"/>
        <w:rPr>
          <w:ins w:id="192" w:author="Steve Guest" w:date="2012-03-21T08:33:00Z"/>
        </w:rPr>
        <w:pPrChange w:id="193" w:author="Steve Guest" w:date="2012-03-21T08:34:00Z">
          <w:pPr>
            <w:pStyle w:val="Figure"/>
            <w:keepNext/>
            <w:keepLines/>
            <w:tabs>
              <w:tab w:val="left" w:pos="900"/>
            </w:tabs>
            <w:suppressAutoHyphens/>
            <w:outlineLvl w:val="2"/>
          </w:pPr>
        </w:pPrChange>
      </w:pPr>
      <w:bookmarkStart w:id="194" w:name="_Toc309032239"/>
      <w:bookmarkStart w:id="195" w:name="_Toc309122432"/>
      <w:bookmarkStart w:id="196" w:name="_Toc309123416"/>
      <w:bookmarkStart w:id="197" w:name="_Toc193872225"/>
      <w:ins w:id="198" w:author="Steve Guest" w:date="2012-03-21T08:33:00Z">
        <w:r w:rsidRPr="00414408">
          <w:t>Information Service (INS)</w:t>
        </w:r>
        <w:bookmarkEnd w:id="194"/>
        <w:bookmarkEnd w:id="195"/>
        <w:bookmarkEnd w:id="196"/>
        <w:bookmarkEnd w:id="197"/>
      </w:ins>
    </w:p>
    <w:p w:rsidR="00A51641" w:rsidRPr="00A51641" w:rsidRDefault="00A51641" w:rsidP="00E84FB9">
      <w:pPr>
        <w:pStyle w:val="BodyText"/>
        <w:rPr>
          <w:ins w:id="199" w:author="Steve Guest" w:date="2012-03-21T08:33:00Z"/>
          <w:rFonts w:ascii="Times New Roman" w:hAnsi="Times New Roman" w:cs="Times New Roman"/>
          <w:sz w:val="24"/>
          <w:szCs w:val="24"/>
          <w:rPrChange w:id="200" w:author="Unknown">
            <w:rPr>
              <w:ins w:id="201" w:author="Steve Guest" w:date="2012-03-21T08:33:00Z"/>
              <w:rFonts w:cs="Times New Roman"/>
              <w:szCs w:val="24"/>
            </w:rPr>
          </w:rPrChange>
        </w:rPr>
      </w:pPr>
      <w:ins w:id="202" w:author="Steve Guest" w:date="2012-03-21T08:33:00Z">
        <w:r w:rsidRPr="00A51641">
          <w:rPr>
            <w:rFonts w:ascii="Times New Roman" w:hAnsi="Times New Roman" w:cs="Times New Roman"/>
            <w:sz w:val="24"/>
            <w:szCs w:val="24"/>
            <w:rPrChange w:id="203" w:author="Steve Guest" w:date="2012-03-21T08:35:00Z">
              <w:rPr>
                <w:rFonts w:cs="Times New Roman"/>
                <w:i/>
                <w:szCs w:val="24"/>
              </w:rPr>
            </w:rPrChange>
          </w:rPr>
          <w:t>An Information Service provides essential and timely information to assist the on-board</w:t>
        </w:r>
        <w:r w:rsidRPr="00414408">
          <w:t xml:space="preserve"> </w:t>
        </w:r>
        <w:r w:rsidRPr="00A51641">
          <w:rPr>
            <w:rFonts w:ascii="Times New Roman" w:hAnsi="Times New Roman" w:cs="Times New Roman"/>
            <w:sz w:val="24"/>
            <w:szCs w:val="24"/>
            <w:rPrChange w:id="204" w:author="Steve Guest" w:date="2012-03-21T08:35:00Z">
              <w:rPr>
                <w:rFonts w:cs="Times New Roman"/>
                <w:i/>
                <w:szCs w:val="24"/>
              </w:rPr>
            </w:rPrChange>
          </w:rPr>
          <w:t>decision-making process.</w:t>
        </w:r>
      </w:ins>
    </w:p>
    <w:p w:rsidR="00A51641" w:rsidRDefault="00A51641" w:rsidP="00A51641">
      <w:pPr>
        <w:pStyle w:val="Heading3"/>
        <w:ind w:firstLine="0"/>
        <w:rPr>
          <w:ins w:id="205" w:author="Steve Guest" w:date="2012-03-21T08:33:00Z"/>
        </w:rPr>
        <w:pPrChange w:id="206" w:author="Steve Guest" w:date="2012-03-21T08:34:00Z">
          <w:pPr>
            <w:pStyle w:val="Figure"/>
            <w:keepNext/>
            <w:keepLines/>
            <w:tabs>
              <w:tab w:val="left" w:pos="900"/>
            </w:tabs>
            <w:suppressAutoHyphens/>
            <w:outlineLvl w:val="2"/>
          </w:pPr>
        </w:pPrChange>
      </w:pPr>
      <w:bookmarkStart w:id="207" w:name="_Toc309032240"/>
      <w:bookmarkStart w:id="208" w:name="_Toc309122433"/>
      <w:bookmarkStart w:id="209" w:name="_Toc309123417"/>
      <w:bookmarkStart w:id="210" w:name="_Toc193872226"/>
      <w:ins w:id="211" w:author="Steve Guest" w:date="2012-03-21T08:33:00Z">
        <w:r w:rsidRPr="00414408">
          <w:t xml:space="preserve">Traffic </w:t>
        </w:r>
        <w:r>
          <w:t>Organization</w:t>
        </w:r>
        <w:r w:rsidRPr="00414408">
          <w:t xml:space="preserve"> Service (TOS)</w:t>
        </w:r>
        <w:bookmarkEnd w:id="207"/>
        <w:bookmarkEnd w:id="208"/>
        <w:bookmarkEnd w:id="209"/>
        <w:bookmarkEnd w:id="210"/>
      </w:ins>
    </w:p>
    <w:p w:rsidR="00A51641" w:rsidRPr="00A51641" w:rsidRDefault="00A51641" w:rsidP="00E84FB9">
      <w:pPr>
        <w:pStyle w:val="BodyText"/>
        <w:rPr>
          <w:ins w:id="212" w:author="Steve Guest" w:date="2012-03-21T08:33:00Z"/>
          <w:rFonts w:ascii="Times New Roman" w:hAnsi="Times New Roman" w:cs="Times New Roman"/>
          <w:sz w:val="24"/>
          <w:szCs w:val="24"/>
          <w:rPrChange w:id="213" w:author="Unknown">
            <w:rPr>
              <w:ins w:id="214" w:author="Steve Guest" w:date="2012-03-21T08:33:00Z"/>
              <w:rFonts w:cs="Times New Roman"/>
              <w:szCs w:val="24"/>
            </w:rPr>
          </w:rPrChange>
        </w:rPr>
      </w:pPr>
      <w:ins w:id="215" w:author="Steve Guest" w:date="2012-03-21T08:33:00Z">
        <w:r w:rsidRPr="00A51641">
          <w:rPr>
            <w:rFonts w:ascii="Times New Roman" w:hAnsi="Times New Roman" w:cs="Times New Roman"/>
            <w:sz w:val="24"/>
            <w:szCs w:val="24"/>
            <w:rPrChange w:id="216" w:author="Steve Guest" w:date="2012-03-21T08:35:00Z">
              <w:rPr>
                <w:rFonts w:cs="Times New Roman"/>
                <w:i/>
                <w:szCs w:val="24"/>
              </w:rPr>
            </w:rPrChange>
          </w:rPr>
          <w:t>A Traffic Organization Service is a service to provide for the safe and efficient movement of</w:t>
        </w:r>
        <w:r w:rsidRPr="00414408">
          <w:t xml:space="preserve"> </w:t>
        </w:r>
        <w:r w:rsidRPr="00A51641">
          <w:rPr>
            <w:rFonts w:ascii="Times New Roman" w:hAnsi="Times New Roman" w:cs="Times New Roman"/>
            <w:sz w:val="24"/>
            <w:szCs w:val="24"/>
            <w:rPrChange w:id="217" w:author="Steve Guest" w:date="2012-03-21T08:35:00Z">
              <w:rPr>
                <w:rFonts w:cs="Times New Roman"/>
                <w:i/>
                <w:szCs w:val="24"/>
              </w:rPr>
            </w:rPrChange>
          </w:rPr>
          <w:t>traffic and to identify and manage potentially dangerous traffic situations.  A Traffic Organization Service provides essential and timely information to assist the on-board decision-making process and may advise, instruct or exercise authority to direct movements.</w:t>
        </w:r>
      </w:ins>
    </w:p>
    <w:p w:rsidR="00A51641" w:rsidRDefault="00A51641" w:rsidP="00A51641">
      <w:pPr>
        <w:pStyle w:val="Heading3"/>
        <w:ind w:firstLine="0"/>
        <w:rPr>
          <w:ins w:id="218" w:author="Steve Guest" w:date="2012-03-21T08:33:00Z"/>
        </w:rPr>
        <w:pPrChange w:id="219" w:author="Steve Guest" w:date="2012-03-21T08:34:00Z">
          <w:pPr>
            <w:pStyle w:val="Figure"/>
            <w:keepNext/>
            <w:keepLines/>
            <w:tabs>
              <w:tab w:val="left" w:pos="900"/>
            </w:tabs>
            <w:suppressAutoHyphens/>
            <w:outlineLvl w:val="2"/>
          </w:pPr>
        </w:pPrChange>
      </w:pPr>
      <w:bookmarkStart w:id="220" w:name="_Toc309032241"/>
      <w:bookmarkStart w:id="221" w:name="_Toc309122434"/>
      <w:bookmarkStart w:id="222" w:name="_Toc309123418"/>
      <w:bookmarkStart w:id="223" w:name="_Toc193872227"/>
      <w:ins w:id="224" w:author="Steve Guest" w:date="2012-03-21T08:33:00Z">
        <w:r w:rsidRPr="00414408">
          <w:t>Navigational Assistance Service (NAS)</w:t>
        </w:r>
        <w:bookmarkEnd w:id="220"/>
        <w:bookmarkEnd w:id="221"/>
        <w:bookmarkEnd w:id="222"/>
        <w:bookmarkEnd w:id="223"/>
      </w:ins>
    </w:p>
    <w:p w:rsidR="00A51641" w:rsidRDefault="00A51641" w:rsidP="00E84FB9">
      <w:pPr>
        <w:pStyle w:val="BodyText"/>
        <w:rPr>
          <w:ins w:id="225" w:author="Steve Guest" w:date="2012-03-21T08:45:00Z"/>
          <w:rFonts w:ascii="Times New Roman" w:hAnsi="Times New Roman" w:cs="Times New Roman"/>
          <w:sz w:val="24"/>
          <w:szCs w:val="24"/>
        </w:rPr>
      </w:pPr>
      <w:ins w:id="226" w:author="Steve Guest" w:date="2012-03-21T08:33:00Z">
        <w:r w:rsidRPr="00A51641">
          <w:rPr>
            <w:rFonts w:ascii="Times New Roman" w:hAnsi="Times New Roman" w:cs="Times New Roman"/>
            <w:sz w:val="24"/>
            <w:szCs w:val="24"/>
            <w:rPrChange w:id="227" w:author="Steve Guest" w:date="2012-03-21T08:35:00Z">
              <w:rPr>
                <w:rFonts w:cs="Times New Roman"/>
                <w:i/>
                <w:szCs w:val="24"/>
              </w:rPr>
            </w:rPrChange>
          </w:rPr>
          <w:t>A Navigational Assistance Service may be provided in addition to an Information Service and/or Traffic Organization Service.  It is a service to assist in the on-board navigational</w:t>
        </w:r>
        <w:r w:rsidRPr="00414408">
          <w:t xml:space="preserve"> </w:t>
        </w:r>
        <w:r w:rsidRPr="00A51641">
          <w:rPr>
            <w:rFonts w:ascii="Times New Roman" w:hAnsi="Times New Roman" w:cs="Times New Roman"/>
            <w:sz w:val="24"/>
            <w:szCs w:val="24"/>
            <w:rPrChange w:id="228" w:author="Steve Guest" w:date="2012-03-21T08:35:00Z">
              <w:rPr>
                <w:rFonts w:cs="Times New Roman"/>
                <w:i/>
                <w:szCs w:val="24"/>
              </w:rPr>
            </w:rPrChange>
          </w:rPr>
          <w:t>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ins>
    </w:p>
    <w:p w:rsidR="00A51641" w:rsidRDefault="00A51641" w:rsidP="00FC7B0E">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29" w:author="Steve Guest" w:date="2012-03-21T08:45:00Z"/>
        </w:rPr>
      </w:pPr>
      <w:bookmarkStart w:id="230" w:name="_Toc309032305"/>
      <w:bookmarkStart w:id="231" w:name="_Toc309122498"/>
      <w:bookmarkStart w:id="232" w:name="_Toc309123482"/>
      <w:bookmarkStart w:id="233" w:name="_Toc193872291"/>
      <w:ins w:id="234" w:author="Kerrie Abercrombie" w:date="2012-04-18T13:56:00Z">
        <w:r>
          <w:t xml:space="preserve">Maintaining </w:t>
        </w:r>
      </w:ins>
      <w:ins w:id="235" w:author="Kerrie Abercrombie" w:date="2012-04-18T13:51:00Z">
        <w:r>
          <w:t xml:space="preserve">Situational awareness in </w:t>
        </w:r>
      </w:ins>
      <w:ins w:id="236" w:author="Steve Guest" w:date="2012-03-21T08:45:00Z">
        <w:del w:id="237" w:author="Kerrie Abercrombie" w:date="2012-04-18T13:51:00Z">
          <w:r w:rsidRPr="00414408" w:rsidDel="000E71FC">
            <w:delText>S</w:delText>
          </w:r>
        </w:del>
        <w:del w:id="238" w:author="Kerrie Abercrombie" w:date="2012-04-18T13:52:00Z">
          <w:r w:rsidRPr="00414408" w:rsidDel="000E71FC">
            <w:delText xml:space="preserve">urveillance requirements for </w:delText>
          </w:r>
        </w:del>
        <w:r w:rsidRPr="00414408">
          <w:t>the VTS area</w:t>
        </w:r>
        <w:bookmarkEnd w:id="230"/>
        <w:bookmarkEnd w:id="231"/>
        <w:bookmarkEnd w:id="232"/>
        <w:bookmarkEnd w:id="233"/>
      </w:ins>
    </w:p>
    <w:p w:rsidR="00A51641" w:rsidRPr="00FC7B0E" w:rsidDel="00313A00" w:rsidRDefault="00A51641" w:rsidP="00FC7B0E">
      <w:pPr>
        <w:pStyle w:val="Bullet1"/>
        <w:rPr>
          <w:ins w:id="239" w:author="Steve Guest" w:date="2012-03-21T08:45:00Z"/>
          <w:del w:id="240" w:author="VTSProgram" w:date="2012-03-22T06:45:00Z"/>
          <w:i/>
        </w:rPr>
      </w:pPr>
      <w:ins w:id="241" w:author="Steve Guest" w:date="2012-03-21T08:45:00Z">
        <w:del w:id="242" w:author="VTSProgram" w:date="2012-03-22T06:45:00Z">
          <w:r w:rsidRPr="00FC7B0E" w:rsidDel="00313A00">
            <w:delText>According to the VTS Manual, section 0</w:delText>
          </w:r>
        </w:del>
      </w:ins>
      <w:ins w:id="243" w:author="Steve Guest" w:date="2012-03-21T08:46:00Z">
        <w:del w:id="244" w:author="VTSProgram" w:date="2012-03-22T06:45:00Z">
          <w:r w:rsidRPr="00FC7B0E" w:rsidDel="00313A00">
            <w:delText>909.7</w:delText>
          </w:r>
        </w:del>
      </w:ins>
      <w:ins w:id="245" w:author="Steve Guest" w:date="2012-03-21T08:45:00Z">
        <w:del w:id="246" w:author="VTSProgram" w:date="2012-03-22T06:45:00Z">
          <w:r w:rsidRPr="00FC7B0E" w:rsidDel="00313A00">
            <w:delText>:</w:delText>
          </w:r>
        </w:del>
      </w:ins>
    </w:p>
    <w:p w:rsidR="00A51641" w:rsidRPr="00A51641" w:rsidDel="000E71FC" w:rsidRDefault="00A51641" w:rsidP="00FC7B0E">
      <w:pPr>
        <w:pStyle w:val="Bullet1"/>
        <w:rPr>
          <w:ins w:id="247" w:author="Steve Guest" w:date="2012-03-21T08:45:00Z"/>
          <w:del w:id="248" w:author="Kerrie Abercrombie" w:date="2012-04-18T13:54:00Z"/>
          <w:rFonts w:ascii="Times New Roman" w:hAnsi="Times New Roman" w:cs="Times New Roman"/>
          <w:sz w:val="24"/>
          <w:szCs w:val="24"/>
          <w:rPrChange w:id="249" w:author="Unknown">
            <w:rPr>
              <w:ins w:id="250" w:author="Steve Guest" w:date="2012-03-21T08:45:00Z"/>
              <w:del w:id="251" w:author="Kerrie Abercrombie" w:date="2012-04-18T13:54:00Z"/>
              <w:rFonts w:cs="Times New Roman"/>
              <w:szCs w:val="24"/>
            </w:rPr>
          </w:rPrChange>
        </w:rPr>
      </w:pPr>
      <w:ins w:id="252" w:author="Steve Guest" w:date="2012-03-21T08:45:00Z">
        <w:r w:rsidRPr="00A51641">
          <w:rPr>
            <w:rFonts w:ascii="Times New Roman" w:hAnsi="Times New Roman" w:cs="Times New Roman"/>
            <w:sz w:val="24"/>
            <w:szCs w:val="24"/>
            <w:rPrChange w:id="253" w:author="Steve Guest" w:date="2012-03-21T08:47:00Z">
              <w:rPr>
                <w:rFonts w:cs="Times New Roman"/>
                <w:i/>
                <w:szCs w:val="24"/>
              </w:rPr>
            </w:rPrChange>
          </w:rPr>
          <w:t xml:space="preserve">The extent of the VTS area should be taken into account with regard to the </w:t>
        </w:r>
        <w:del w:id="254" w:author="Kerrie Abercrombie" w:date="2012-04-18T13:52:00Z">
          <w:r w:rsidRPr="00A51641" w:rsidDel="000E71FC">
            <w:rPr>
              <w:rFonts w:ascii="Times New Roman" w:hAnsi="Times New Roman" w:cs="Times New Roman"/>
              <w:sz w:val="24"/>
              <w:szCs w:val="24"/>
              <w:rPrChange w:id="255" w:author="Steve Guest" w:date="2012-03-21T08:47:00Z">
                <w:rPr>
                  <w:rFonts w:cs="Times New Roman"/>
                  <w:i/>
                  <w:szCs w:val="24"/>
                </w:rPr>
              </w:rPrChange>
            </w:rPr>
            <w:delText>surveillance</w:delText>
          </w:r>
        </w:del>
      </w:ins>
      <w:ins w:id="256" w:author="Kerrie Abercrombie" w:date="2012-04-18T13:52:00Z">
        <w:r>
          <w:rPr>
            <w:rFonts w:ascii="Times New Roman" w:hAnsi="Times New Roman" w:cs="Times New Roman"/>
            <w:sz w:val="24"/>
            <w:szCs w:val="24"/>
          </w:rPr>
          <w:t>monitoring</w:t>
        </w:r>
      </w:ins>
      <w:ins w:id="257" w:author="Steve Guest" w:date="2012-03-21T08:45:00Z">
        <w:r w:rsidRPr="00A51641">
          <w:rPr>
            <w:rFonts w:ascii="Times New Roman" w:hAnsi="Times New Roman" w:cs="Times New Roman"/>
            <w:sz w:val="24"/>
            <w:szCs w:val="24"/>
            <w:rPrChange w:id="258" w:author="Steve Guest" w:date="2012-03-21T08:47:00Z">
              <w:rPr>
                <w:rFonts w:cs="Times New Roman"/>
                <w:i/>
                <w:szCs w:val="24"/>
              </w:rPr>
            </w:rPrChange>
          </w:rPr>
          <w:t xml:space="preserve"> equipment necessary.  In principle the equipment should be able to cover an area well in excess of the designated VTS area, to allow for any decrease in performance in poor weather conditions.  The </w:t>
        </w:r>
        <w:del w:id="259" w:author="Kerrie Abercrombie" w:date="2012-04-18T13:53:00Z">
          <w:r w:rsidRPr="00A51641" w:rsidDel="000E71FC">
            <w:rPr>
              <w:rFonts w:ascii="Times New Roman" w:hAnsi="Times New Roman" w:cs="Times New Roman"/>
              <w:sz w:val="24"/>
              <w:szCs w:val="24"/>
              <w:rPrChange w:id="260" w:author="Steve Guest" w:date="2012-03-21T08:47:00Z">
                <w:rPr>
                  <w:rFonts w:cs="Times New Roman"/>
                  <w:i/>
                  <w:szCs w:val="24"/>
                </w:rPr>
              </w:rPrChange>
            </w:rPr>
            <w:delText>surveillance</w:delText>
          </w:r>
        </w:del>
      </w:ins>
      <w:ins w:id="261" w:author="Kerrie Abercrombie" w:date="2012-04-18T13:53:00Z">
        <w:r>
          <w:rPr>
            <w:rFonts w:ascii="Times New Roman" w:hAnsi="Times New Roman" w:cs="Times New Roman"/>
            <w:sz w:val="24"/>
            <w:szCs w:val="24"/>
          </w:rPr>
          <w:t>monitoring</w:t>
        </w:r>
      </w:ins>
      <w:ins w:id="262" w:author="Steve Guest" w:date="2012-03-21T08:45:00Z">
        <w:r w:rsidRPr="00A51641">
          <w:rPr>
            <w:rFonts w:ascii="Times New Roman" w:hAnsi="Times New Roman" w:cs="Times New Roman"/>
            <w:sz w:val="24"/>
            <w:szCs w:val="24"/>
            <w:rPrChange w:id="263" w:author="Steve Guest" w:date="2012-03-21T08:47:00Z">
              <w:rPr>
                <w:rFonts w:cs="Times New Roman"/>
                <w:i/>
                <w:szCs w:val="24"/>
              </w:rPr>
            </w:rPrChange>
          </w:rPr>
          <w:t xml:space="preserve"> equipment in most common use continues to be radar although other systems, such as the Automatic Identification System (AIS) and CCTV</w:t>
        </w:r>
      </w:ins>
      <w:ins w:id="264" w:author="Kerrie Abercrombie" w:date="2012-04-18T13:55:00Z">
        <w:r>
          <w:rPr>
            <w:rFonts w:ascii="Times New Roman" w:hAnsi="Times New Roman" w:cs="Times New Roman"/>
            <w:sz w:val="24"/>
            <w:szCs w:val="24"/>
          </w:rPr>
          <w:t xml:space="preserve">.  </w:t>
        </w:r>
      </w:ins>
      <w:ins w:id="265" w:author="Steve Guest" w:date="2012-03-21T08:45:00Z">
        <w:del w:id="266" w:author="Kerrie Abercrombie" w:date="2012-04-18T13:55:00Z">
          <w:r w:rsidRPr="00A51641" w:rsidDel="000E71FC">
            <w:rPr>
              <w:rFonts w:ascii="Times New Roman" w:hAnsi="Times New Roman" w:cs="Times New Roman"/>
              <w:sz w:val="24"/>
              <w:szCs w:val="24"/>
              <w:rPrChange w:id="267" w:author="Steve Guest" w:date="2012-03-21T08:47:00Z">
                <w:rPr>
                  <w:rFonts w:cs="Times New Roman"/>
                  <w:i/>
                  <w:szCs w:val="24"/>
                </w:rPr>
              </w:rPrChange>
            </w:rPr>
            <w:delText>, are used to good effect</w:delText>
          </w:r>
        </w:del>
      </w:ins>
      <w:ins w:id="268" w:author="Kerrie Abercrombie" w:date="2012-04-18T13:55:00Z">
        <w:r>
          <w:rPr>
            <w:rFonts w:ascii="Times New Roman" w:hAnsi="Times New Roman" w:cs="Times New Roman"/>
            <w:sz w:val="24"/>
            <w:szCs w:val="24"/>
          </w:rPr>
          <w:t>.</w:t>
        </w:r>
      </w:ins>
      <w:ins w:id="269" w:author="Steve Guest" w:date="2012-03-21T08:45:00Z">
        <w:del w:id="270" w:author="Kerrie Abercrombie" w:date="2012-04-18T13:55:00Z">
          <w:r w:rsidRPr="00A51641" w:rsidDel="000E71FC">
            <w:rPr>
              <w:rFonts w:ascii="Times New Roman" w:hAnsi="Times New Roman" w:cs="Times New Roman"/>
              <w:sz w:val="24"/>
              <w:szCs w:val="24"/>
              <w:rPrChange w:id="271" w:author="Steve Guest" w:date="2012-03-21T08:47:00Z">
                <w:rPr>
                  <w:rFonts w:cs="Times New Roman"/>
                  <w:i/>
                  <w:szCs w:val="24"/>
                </w:rPr>
              </w:rPrChange>
            </w:rPr>
            <w:delText xml:space="preserve">.  </w:delText>
          </w:r>
        </w:del>
        <w:del w:id="272" w:author="Kerrie Abercrombie" w:date="2012-04-18T13:54:00Z">
          <w:r w:rsidRPr="00A51641" w:rsidDel="000E71FC">
            <w:rPr>
              <w:rFonts w:ascii="Times New Roman" w:hAnsi="Times New Roman" w:cs="Times New Roman"/>
              <w:sz w:val="24"/>
              <w:szCs w:val="24"/>
              <w:rPrChange w:id="273" w:author="Steve Guest" w:date="2012-03-21T08:47:00Z">
                <w:rPr>
                  <w:rFonts w:cs="Times New Roman"/>
                  <w:i/>
                  <w:szCs w:val="24"/>
                </w:rPr>
              </w:rPrChange>
            </w:rPr>
            <w:delText>Therefore, depending on the services that a VTS is to carry out the radar coverage can be:</w:delText>
          </w:r>
        </w:del>
      </w:ins>
    </w:p>
    <w:p w:rsidR="00A51641" w:rsidRPr="00A51641" w:rsidDel="000E71FC" w:rsidRDefault="00A51641" w:rsidP="00FC7B0E">
      <w:pPr>
        <w:pStyle w:val="Bullet1"/>
        <w:rPr>
          <w:ins w:id="274" w:author="Steve Guest" w:date="2012-03-21T08:45:00Z"/>
          <w:del w:id="275" w:author="Kerrie Abercrombie" w:date="2012-04-18T13:54:00Z"/>
          <w:rFonts w:ascii="Times New Roman" w:hAnsi="Times New Roman" w:cs="Times New Roman"/>
          <w:sz w:val="24"/>
          <w:szCs w:val="24"/>
          <w:rPrChange w:id="276" w:author="Unknown">
            <w:rPr>
              <w:ins w:id="277" w:author="Steve Guest" w:date="2012-03-21T08:45:00Z"/>
              <w:del w:id="278" w:author="Kerrie Abercrombie" w:date="2012-04-18T13:54:00Z"/>
              <w:rFonts w:cs="Times New Roman"/>
              <w:szCs w:val="24"/>
            </w:rPr>
          </w:rPrChange>
        </w:rPr>
      </w:pPr>
      <w:ins w:id="279" w:author="Steve Guest" w:date="2012-03-21T08:45:00Z">
        <w:del w:id="280" w:author="Kerrie Abercrombie" w:date="2012-04-18T13:54:00Z">
          <w:r w:rsidRPr="00A51641" w:rsidDel="000E71FC">
            <w:rPr>
              <w:rFonts w:ascii="Times New Roman" w:hAnsi="Times New Roman" w:cs="Times New Roman"/>
              <w:sz w:val="24"/>
              <w:szCs w:val="24"/>
              <w:rPrChange w:id="281" w:author="Steve Guest" w:date="2012-03-21T08:47:00Z">
                <w:rPr>
                  <w:rFonts w:cs="Times New Roman"/>
                  <w:i/>
                  <w:szCs w:val="24"/>
                </w:rPr>
              </w:rPrChange>
            </w:rPr>
            <w:delText>Nil (automatic identification systems, voice communication and reporting only);</w:delText>
          </w:r>
        </w:del>
      </w:ins>
    </w:p>
    <w:p w:rsidR="00A51641" w:rsidRPr="00A51641" w:rsidDel="000E71FC" w:rsidRDefault="00A51641" w:rsidP="00FC7B0E">
      <w:pPr>
        <w:pStyle w:val="Bullet1"/>
        <w:rPr>
          <w:ins w:id="282" w:author="Steve Guest" w:date="2012-03-21T08:45:00Z"/>
          <w:del w:id="283" w:author="Kerrie Abercrombie" w:date="2012-04-18T13:54:00Z"/>
          <w:rFonts w:ascii="Times New Roman" w:hAnsi="Times New Roman" w:cs="Times New Roman"/>
          <w:sz w:val="24"/>
          <w:szCs w:val="24"/>
          <w:rPrChange w:id="284" w:author="Unknown">
            <w:rPr>
              <w:ins w:id="285" w:author="Steve Guest" w:date="2012-03-21T08:45:00Z"/>
              <w:del w:id="286" w:author="Kerrie Abercrombie" w:date="2012-04-18T13:54:00Z"/>
              <w:rFonts w:cs="Times New Roman"/>
              <w:szCs w:val="24"/>
            </w:rPr>
          </w:rPrChange>
        </w:rPr>
      </w:pPr>
      <w:ins w:id="287" w:author="Steve Guest" w:date="2012-03-21T08:45:00Z">
        <w:del w:id="288" w:author="Kerrie Abercrombie" w:date="2012-04-18T13:54:00Z">
          <w:r w:rsidRPr="00A51641" w:rsidDel="000E71FC">
            <w:rPr>
              <w:rFonts w:ascii="Times New Roman" w:hAnsi="Times New Roman" w:cs="Times New Roman"/>
              <w:sz w:val="24"/>
              <w:szCs w:val="24"/>
              <w:rPrChange w:id="289" w:author="Steve Guest" w:date="2012-03-21T08:47:00Z">
                <w:rPr>
                  <w:rFonts w:cs="Times New Roman"/>
                  <w:i/>
                  <w:szCs w:val="24"/>
                </w:rPr>
              </w:rPrChange>
            </w:rPr>
            <w:delText>Partly (covered areas chosen intentionally with some blind sectors);</w:delText>
          </w:r>
        </w:del>
      </w:ins>
    </w:p>
    <w:p w:rsidR="00A51641" w:rsidRPr="00A51641" w:rsidDel="000E71FC" w:rsidRDefault="00A51641" w:rsidP="00FC7B0E">
      <w:pPr>
        <w:pStyle w:val="Bullet1"/>
        <w:rPr>
          <w:ins w:id="290" w:author="Steve Guest" w:date="2012-03-21T08:45:00Z"/>
          <w:del w:id="291" w:author="Kerrie Abercrombie" w:date="2012-04-18T13:54:00Z"/>
          <w:rFonts w:ascii="Times New Roman" w:hAnsi="Times New Roman" w:cs="Times New Roman"/>
          <w:sz w:val="24"/>
          <w:szCs w:val="24"/>
          <w:rPrChange w:id="292" w:author="Unknown">
            <w:rPr>
              <w:ins w:id="293" w:author="Steve Guest" w:date="2012-03-21T08:45:00Z"/>
              <w:del w:id="294" w:author="Kerrie Abercrombie" w:date="2012-04-18T13:54:00Z"/>
              <w:rFonts w:cs="Times New Roman"/>
              <w:szCs w:val="24"/>
            </w:rPr>
          </w:rPrChange>
        </w:rPr>
      </w:pPr>
      <w:ins w:id="295" w:author="Steve Guest" w:date="2012-03-21T08:45:00Z">
        <w:del w:id="296" w:author="Kerrie Abercrombie" w:date="2012-04-18T13:54:00Z">
          <w:r w:rsidRPr="00A51641" w:rsidDel="000E71FC">
            <w:rPr>
              <w:rFonts w:ascii="Times New Roman" w:hAnsi="Times New Roman" w:cs="Times New Roman"/>
              <w:sz w:val="24"/>
              <w:szCs w:val="24"/>
              <w:rPrChange w:id="297" w:author="Steve Guest" w:date="2012-03-21T08:47:00Z">
                <w:rPr>
                  <w:rFonts w:cs="Times New Roman"/>
                  <w:i/>
                  <w:szCs w:val="24"/>
                </w:rPr>
              </w:rPrChange>
            </w:rPr>
            <w:delText>Totally by one radar sensor (without any blind sectors); or</w:delText>
          </w:r>
        </w:del>
      </w:ins>
    </w:p>
    <w:p w:rsidR="00A51641" w:rsidRPr="00A51641" w:rsidRDefault="00A51641" w:rsidP="00FC7B0E">
      <w:pPr>
        <w:pStyle w:val="Bullet1"/>
        <w:rPr>
          <w:ins w:id="298" w:author="Steve Guest" w:date="2012-03-21T08:45:00Z"/>
          <w:rFonts w:ascii="Times New Roman" w:hAnsi="Times New Roman" w:cs="Times New Roman"/>
          <w:sz w:val="24"/>
          <w:szCs w:val="24"/>
          <w:rPrChange w:id="299" w:author="Unknown">
            <w:rPr>
              <w:ins w:id="300" w:author="Steve Guest" w:date="2012-03-21T08:45:00Z"/>
              <w:rFonts w:cs="Times New Roman"/>
              <w:szCs w:val="24"/>
            </w:rPr>
          </w:rPrChange>
        </w:rPr>
      </w:pPr>
      <w:ins w:id="301" w:author="Steve Guest" w:date="2012-03-21T08:45:00Z">
        <w:del w:id="302" w:author="Kerrie Abercrombie" w:date="2012-04-18T13:54:00Z">
          <w:r w:rsidRPr="00A51641" w:rsidDel="000E71FC">
            <w:rPr>
              <w:rFonts w:ascii="Times New Roman" w:hAnsi="Times New Roman" w:cs="Times New Roman"/>
              <w:sz w:val="24"/>
              <w:szCs w:val="24"/>
              <w:rPrChange w:id="303" w:author="Steve Guest" w:date="2012-03-21T08:47:00Z">
                <w:rPr>
                  <w:rFonts w:cs="Times New Roman"/>
                  <w:i/>
                  <w:szCs w:val="24"/>
                </w:rPr>
              </w:rPrChange>
            </w:rPr>
            <w:delText>Totally by two or more radar sensors (for large VTS areas and to prevent shadow and other effects of radar targets).</w:delText>
          </w:r>
        </w:del>
      </w:ins>
    </w:p>
    <w:p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04" w:author="Steve Guest" w:date="2012-03-21T08:48:00Z"/>
        </w:rPr>
      </w:pPr>
      <w:bookmarkStart w:id="305" w:name="_Ref309110289"/>
      <w:bookmarkStart w:id="306" w:name="_Toc309122505"/>
      <w:bookmarkStart w:id="307" w:name="_Toc309123489"/>
      <w:bookmarkStart w:id="308" w:name="_Toc193872298"/>
      <w:ins w:id="309" w:author="Steve Guest" w:date="2012-03-21T08:48:00Z">
        <w:r w:rsidRPr="00414408">
          <w:t xml:space="preserve">VTS </w:t>
        </w:r>
        <w:r>
          <w:t>equipme</w:t>
        </w:r>
      </w:ins>
      <w:ins w:id="310" w:author="Steve Guest" w:date="2012-03-21T08:53:00Z">
        <w:r>
          <w:t>n</w:t>
        </w:r>
      </w:ins>
      <w:ins w:id="311" w:author="Steve Guest" w:date="2012-03-21T08:48:00Z">
        <w:r>
          <w:t>t</w:t>
        </w:r>
      </w:ins>
    </w:p>
    <w:p w:rsidR="00A51641" w:rsidRPr="00FC7B0E" w:rsidDel="00313A00" w:rsidRDefault="00A51641" w:rsidP="00FC7B0E">
      <w:pPr>
        <w:pStyle w:val="BodyText"/>
        <w:rPr>
          <w:ins w:id="312" w:author="Steve Guest" w:date="2012-03-21T08:48:00Z"/>
          <w:del w:id="313" w:author="VTSProgram" w:date="2012-03-22T06:45:00Z"/>
          <w:i/>
        </w:rPr>
      </w:pPr>
      <w:ins w:id="314" w:author="Steve Guest" w:date="2012-03-21T08:48:00Z">
        <w:del w:id="315" w:author="VTSProgram" w:date="2012-03-22T06:45:00Z">
          <w:r w:rsidRPr="00FC7B0E" w:rsidDel="00313A00">
            <w:delText xml:space="preserve">According to the VTS Manual, </w:delText>
          </w:r>
          <w:r w:rsidDel="00313A00">
            <w:delText>section 1</w:delText>
          </w:r>
        </w:del>
      </w:ins>
      <w:ins w:id="316" w:author="Steve Guest" w:date="2012-03-21T08:50:00Z">
        <w:del w:id="317" w:author="VTSProgram" w:date="2012-03-22T06:45:00Z">
          <w:r w:rsidDel="00313A00">
            <w:delText>1</w:delText>
          </w:r>
        </w:del>
      </w:ins>
      <w:ins w:id="318" w:author="Steve Guest" w:date="2012-03-21T08:48:00Z">
        <w:del w:id="319" w:author="VTSProgram" w:date="2012-03-22T06:45:00Z">
          <w:r w:rsidDel="00313A00">
            <w:delText>01</w:delText>
          </w:r>
          <w:r w:rsidRPr="00FC7B0E" w:rsidDel="00313A00">
            <w:delText>:</w:delText>
          </w:r>
        </w:del>
      </w:ins>
    </w:p>
    <w:bookmarkEnd w:id="305"/>
    <w:bookmarkEnd w:id="306"/>
    <w:bookmarkEnd w:id="307"/>
    <w:bookmarkEnd w:id="308"/>
    <w:p w:rsidR="00A51641" w:rsidRPr="00A51641" w:rsidRDefault="00A51641" w:rsidP="00FC7B0E">
      <w:pPr>
        <w:pStyle w:val="BodyText"/>
        <w:rPr>
          <w:ins w:id="320" w:author="Steve Guest" w:date="2012-03-21T08:47:00Z"/>
          <w:rFonts w:ascii="Times New Roman" w:hAnsi="Times New Roman" w:cs="Times New Roman"/>
          <w:sz w:val="24"/>
          <w:szCs w:val="24"/>
          <w:rPrChange w:id="321" w:author="Unknown">
            <w:rPr>
              <w:ins w:id="322" w:author="Steve Guest" w:date="2012-03-21T08:47:00Z"/>
              <w:rFonts w:cs="Times New Roman"/>
              <w:szCs w:val="24"/>
            </w:rPr>
          </w:rPrChange>
        </w:rPr>
      </w:pPr>
      <w:ins w:id="323" w:author="Steve Guest" w:date="2012-03-21T08:47:00Z">
        <w:r w:rsidRPr="00A51641">
          <w:rPr>
            <w:rFonts w:ascii="Times New Roman" w:hAnsi="Times New Roman" w:cs="Times New Roman"/>
            <w:sz w:val="24"/>
            <w:szCs w:val="24"/>
            <w:rPrChange w:id="324" w:author="Steve Guest" w:date="2012-03-21T08:48:00Z">
              <w:rPr>
                <w:rFonts w:cs="Times New Roman"/>
                <w:i/>
                <w:szCs w:val="24"/>
              </w:rPr>
            </w:rPrChange>
          </w:rPr>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may include: </w:t>
        </w:r>
      </w:ins>
    </w:p>
    <w:p w:rsidR="00A51641" w:rsidRPr="00A51641" w:rsidRDefault="00A51641" w:rsidP="00FC7B0E">
      <w:pPr>
        <w:pStyle w:val="Bullet1"/>
        <w:rPr>
          <w:ins w:id="325" w:author="Steve Guest" w:date="2012-03-21T08:47:00Z"/>
          <w:rFonts w:ascii="Times New Roman" w:hAnsi="Times New Roman" w:cs="Times New Roman"/>
          <w:sz w:val="24"/>
          <w:szCs w:val="24"/>
          <w:rPrChange w:id="326" w:author="Unknown">
            <w:rPr>
              <w:ins w:id="327" w:author="Steve Guest" w:date="2012-03-21T08:47:00Z"/>
              <w:rFonts w:cs="Times New Roman"/>
              <w:szCs w:val="24"/>
            </w:rPr>
          </w:rPrChange>
        </w:rPr>
      </w:pPr>
      <w:ins w:id="328" w:author="Steve Guest" w:date="2012-03-21T08:47:00Z">
        <w:r w:rsidRPr="00A51641">
          <w:rPr>
            <w:rFonts w:ascii="Times New Roman" w:hAnsi="Times New Roman" w:cs="Times New Roman"/>
            <w:sz w:val="24"/>
            <w:szCs w:val="24"/>
            <w:rPrChange w:id="329" w:author="Steve Guest" w:date="2012-03-21T08:48:00Z">
              <w:rPr>
                <w:rFonts w:cs="Times New Roman"/>
                <w:i/>
                <w:szCs w:val="24"/>
              </w:rPr>
            </w:rPrChange>
          </w:rPr>
          <w:t>Communications;</w:t>
        </w:r>
      </w:ins>
    </w:p>
    <w:p w:rsidR="00A51641" w:rsidRPr="00A51641" w:rsidRDefault="00A51641" w:rsidP="00FC7B0E">
      <w:pPr>
        <w:pStyle w:val="Bullet1"/>
        <w:rPr>
          <w:ins w:id="330" w:author="Steve Guest" w:date="2012-03-21T08:47:00Z"/>
          <w:rFonts w:ascii="Times New Roman" w:hAnsi="Times New Roman" w:cs="Times New Roman"/>
          <w:sz w:val="24"/>
          <w:szCs w:val="24"/>
          <w:rPrChange w:id="331" w:author="Unknown">
            <w:rPr>
              <w:ins w:id="332" w:author="Steve Guest" w:date="2012-03-21T08:47:00Z"/>
              <w:rFonts w:cs="Times New Roman"/>
              <w:szCs w:val="24"/>
            </w:rPr>
          </w:rPrChange>
        </w:rPr>
      </w:pPr>
      <w:ins w:id="333" w:author="Steve Guest" w:date="2012-03-21T08:47:00Z">
        <w:del w:id="334" w:author="Kerrie Abercrombie" w:date="2012-04-18T10:06:00Z">
          <w:r w:rsidRPr="00A51641" w:rsidDel="005D5C27">
            <w:rPr>
              <w:rFonts w:ascii="Times New Roman" w:hAnsi="Times New Roman" w:cs="Times New Roman"/>
              <w:sz w:val="24"/>
              <w:szCs w:val="24"/>
              <w:rPrChange w:id="335" w:author="Steve Guest" w:date="2012-03-21T08:48:00Z">
                <w:rPr>
                  <w:rFonts w:cs="Times New Roman"/>
                  <w:i/>
                  <w:szCs w:val="24"/>
                </w:rPr>
              </w:rPrChange>
            </w:rPr>
            <w:delText xml:space="preserve">VTS </w:delText>
          </w:r>
        </w:del>
        <w:r w:rsidRPr="00A51641">
          <w:rPr>
            <w:rFonts w:ascii="Times New Roman" w:hAnsi="Times New Roman" w:cs="Times New Roman"/>
            <w:sz w:val="24"/>
            <w:szCs w:val="24"/>
            <w:rPrChange w:id="336" w:author="Steve Guest" w:date="2012-03-21T08:48:00Z">
              <w:rPr>
                <w:rFonts w:cs="Times New Roman"/>
                <w:i/>
                <w:szCs w:val="24"/>
              </w:rPr>
            </w:rPrChange>
          </w:rPr>
          <w:t>Radar System;</w:t>
        </w:r>
      </w:ins>
    </w:p>
    <w:p w:rsidR="00A51641" w:rsidRPr="00A51641" w:rsidRDefault="00A51641" w:rsidP="00FC7B0E">
      <w:pPr>
        <w:pStyle w:val="Bullet1"/>
        <w:rPr>
          <w:ins w:id="337" w:author="Steve Guest" w:date="2012-03-21T08:47:00Z"/>
          <w:rFonts w:ascii="Times New Roman" w:hAnsi="Times New Roman" w:cs="Times New Roman"/>
          <w:sz w:val="24"/>
          <w:szCs w:val="24"/>
          <w:rPrChange w:id="338" w:author="Unknown">
            <w:rPr>
              <w:ins w:id="339" w:author="Steve Guest" w:date="2012-03-21T08:47:00Z"/>
              <w:rFonts w:cs="Times New Roman"/>
              <w:szCs w:val="24"/>
            </w:rPr>
          </w:rPrChange>
        </w:rPr>
      </w:pPr>
      <w:ins w:id="340" w:author="Steve Guest" w:date="2012-03-21T08:47:00Z">
        <w:r w:rsidRPr="00A51641">
          <w:rPr>
            <w:rFonts w:ascii="Times New Roman" w:hAnsi="Times New Roman" w:cs="Times New Roman"/>
            <w:sz w:val="24"/>
            <w:szCs w:val="24"/>
            <w:rPrChange w:id="341" w:author="Steve Guest" w:date="2012-03-21T08:48:00Z">
              <w:rPr>
                <w:rFonts w:cs="Times New Roman"/>
                <w:i/>
                <w:szCs w:val="24"/>
              </w:rPr>
            </w:rPrChange>
          </w:rPr>
          <w:t>Automatic Identification System (AIS);</w:t>
        </w:r>
      </w:ins>
    </w:p>
    <w:p w:rsidR="00A51641" w:rsidRPr="00A51641" w:rsidRDefault="00A51641" w:rsidP="00FC7B0E">
      <w:pPr>
        <w:pStyle w:val="Bullet1"/>
        <w:rPr>
          <w:ins w:id="342" w:author="Steve Guest" w:date="2012-03-21T08:47:00Z"/>
          <w:rFonts w:ascii="Times New Roman" w:hAnsi="Times New Roman" w:cs="Times New Roman"/>
          <w:sz w:val="24"/>
          <w:szCs w:val="24"/>
          <w:rPrChange w:id="343" w:author="Unknown">
            <w:rPr>
              <w:ins w:id="344" w:author="Steve Guest" w:date="2012-03-21T08:47:00Z"/>
              <w:rFonts w:cs="Times New Roman"/>
              <w:szCs w:val="24"/>
            </w:rPr>
          </w:rPrChange>
        </w:rPr>
      </w:pPr>
      <w:ins w:id="345" w:author="Steve Guest" w:date="2012-03-21T08:47:00Z">
        <w:r w:rsidRPr="00A51641">
          <w:rPr>
            <w:rFonts w:ascii="Times New Roman" w:hAnsi="Times New Roman" w:cs="Times New Roman"/>
            <w:sz w:val="24"/>
            <w:szCs w:val="24"/>
            <w:rPrChange w:id="346" w:author="Steve Guest" w:date="2012-03-21T08:48:00Z">
              <w:rPr>
                <w:rFonts w:cs="Times New Roman"/>
                <w:i/>
                <w:szCs w:val="24"/>
              </w:rPr>
            </w:rPrChange>
          </w:rPr>
          <w:t>Closed Circuit TV Cameras (CCTV);</w:t>
        </w:r>
      </w:ins>
    </w:p>
    <w:p w:rsidR="00A51641" w:rsidRPr="00A51641" w:rsidRDefault="00A51641" w:rsidP="00FC7B0E">
      <w:pPr>
        <w:pStyle w:val="Bullet1"/>
        <w:rPr>
          <w:ins w:id="347" w:author="Steve Guest" w:date="2012-03-21T08:47:00Z"/>
          <w:rFonts w:ascii="Times New Roman" w:hAnsi="Times New Roman" w:cs="Times New Roman"/>
          <w:sz w:val="24"/>
          <w:szCs w:val="24"/>
          <w:rPrChange w:id="348" w:author="Unknown">
            <w:rPr>
              <w:ins w:id="349" w:author="Steve Guest" w:date="2012-03-21T08:47:00Z"/>
              <w:rFonts w:cs="Times New Roman"/>
              <w:szCs w:val="24"/>
            </w:rPr>
          </w:rPrChange>
        </w:rPr>
      </w:pPr>
      <w:ins w:id="350" w:author="Steve Guest" w:date="2012-03-21T08:47:00Z">
        <w:r w:rsidRPr="00A51641">
          <w:rPr>
            <w:rFonts w:ascii="Times New Roman" w:hAnsi="Times New Roman" w:cs="Times New Roman"/>
            <w:sz w:val="24"/>
            <w:szCs w:val="24"/>
            <w:rPrChange w:id="351" w:author="Steve Guest" w:date="2012-03-21T08:48:00Z">
              <w:rPr>
                <w:rFonts w:cs="Times New Roman"/>
                <w:i/>
                <w:szCs w:val="24"/>
              </w:rPr>
            </w:rPrChange>
          </w:rPr>
          <w:t>Radio Direction Finders (RDF);</w:t>
        </w:r>
      </w:ins>
    </w:p>
    <w:p w:rsidR="00A51641" w:rsidRPr="00A51641" w:rsidRDefault="00A51641" w:rsidP="00FC7B0E">
      <w:pPr>
        <w:pStyle w:val="Bullet1"/>
        <w:rPr>
          <w:ins w:id="352" w:author="Steve Guest" w:date="2012-03-21T08:47:00Z"/>
          <w:rFonts w:ascii="Times New Roman" w:hAnsi="Times New Roman" w:cs="Times New Roman"/>
          <w:sz w:val="24"/>
          <w:szCs w:val="24"/>
          <w:rPrChange w:id="353" w:author="Unknown">
            <w:rPr>
              <w:ins w:id="354" w:author="Steve Guest" w:date="2012-03-21T08:47:00Z"/>
              <w:rFonts w:cs="Times New Roman"/>
              <w:szCs w:val="24"/>
            </w:rPr>
          </w:rPrChange>
        </w:rPr>
      </w:pPr>
      <w:ins w:id="355" w:author="Steve Guest" w:date="2012-03-21T08:47:00Z">
        <w:r w:rsidRPr="00A51641">
          <w:rPr>
            <w:rFonts w:ascii="Times New Roman" w:hAnsi="Times New Roman" w:cs="Times New Roman"/>
            <w:sz w:val="24"/>
            <w:szCs w:val="24"/>
            <w:rPrChange w:id="356" w:author="Steve Guest" w:date="2012-03-21T08:48:00Z">
              <w:rPr>
                <w:rFonts w:cs="Times New Roman"/>
                <w:i/>
                <w:szCs w:val="24"/>
              </w:rPr>
            </w:rPrChange>
          </w:rPr>
          <w:t xml:space="preserve">Hydrometeo Equipment; </w:t>
        </w:r>
        <w:del w:id="357" w:author="Kerrie Abercrombie" w:date="2012-04-18T10:10:00Z">
          <w:r w:rsidRPr="00A51641" w:rsidDel="005D5C27">
            <w:rPr>
              <w:rFonts w:ascii="Times New Roman" w:hAnsi="Times New Roman" w:cs="Times New Roman"/>
              <w:sz w:val="24"/>
              <w:szCs w:val="24"/>
              <w:rPrChange w:id="358" w:author="Steve Guest" w:date="2012-03-21T08:48:00Z">
                <w:rPr>
                  <w:rFonts w:cs="Times New Roman"/>
                  <w:i/>
                  <w:szCs w:val="24"/>
                </w:rPr>
              </w:rPrChange>
            </w:rPr>
            <w:delText>and/or</w:delText>
          </w:r>
        </w:del>
      </w:ins>
    </w:p>
    <w:p w:rsidR="00A51641" w:rsidRDefault="00A51641" w:rsidP="00FC7B0E">
      <w:pPr>
        <w:pStyle w:val="Bullet1"/>
        <w:rPr>
          <w:ins w:id="359" w:author="SPC" w:date="2012-04-18T08:54:00Z"/>
          <w:rFonts w:ascii="Times New Roman" w:hAnsi="Times New Roman" w:cs="Times New Roman"/>
          <w:sz w:val="24"/>
          <w:szCs w:val="24"/>
        </w:rPr>
      </w:pPr>
      <w:ins w:id="360" w:author="Steve Guest" w:date="2012-03-21T08:47:00Z">
        <w:r w:rsidRPr="00A51641">
          <w:rPr>
            <w:rFonts w:ascii="Times New Roman" w:hAnsi="Times New Roman" w:cs="Times New Roman"/>
            <w:sz w:val="24"/>
            <w:szCs w:val="24"/>
            <w:rPrChange w:id="361" w:author="Steve Guest" w:date="2012-03-21T08:48:00Z">
              <w:rPr>
                <w:rFonts w:cs="Times New Roman"/>
                <w:i/>
                <w:szCs w:val="24"/>
              </w:rPr>
            </w:rPrChange>
          </w:rPr>
          <w:t xml:space="preserve">VTS </w:t>
        </w:r>
        <w:del w:id="362" w:author="Kerrie Abercrombie" w:date="2012-04-18T10:07:00Z">
          <w:r w:rsidRPr="00A51641" w:rsidDel="005D5C27">
            <w:rPr>
              <w:rFonts w:ascii="Times New Roman" w:hAnsi="Times New Roman" w:cs="Times New Roman"/>
              <w:sz w:val="24"/>
              <w:szCs w:val="24"/>
              <w:rPrChange w:id="363" w:author="Steve Guest" w:date="2012-03-21T08:48:00Z">
                <w:rPr>
                  <w:rFonts w:cs="Times New Roman"/>
                  <w:i/>
                  <w:szCs w:val="24"/>
                </w:rPr>
              </w:rPrChange>
            </w:rPr>
            <w:delText>Data</w:delText>
          </w:r>
        </w:del>
      </w:ins>
      <w:ins w:id="364" w:author="Kerrie Abercrombie" w:date="2012-04-18T10:07:00Z">
        <w:r>
          <w:rPr>
            <w:rFonts w:ascii="Times New Roman" w:hAnsi="Times New Roman" w:cs="Times New Roman"/>
            <w:sz w:val="24"/>
            <w:szCs w:val="24"/>
          </w:rPr>
          <w:t>Monitoring</w:t>
        </w:r>
      </w:ins>
      <w:ins w:id="365" w:author="Steve Guest" w:date="2012-03-21T08:47:00Z">
        <w:r w:rsidRPr="00A51641">
          <w:rPr>
            <w:rFonts w:ascii="Times New Roman" w:hAnsi="Times New Roman" w:cs="Times New Roman"/>
            <w:sz w:val="24"/>
            <w:szCs w:val="24"/>
            <w:rPrChange w:id="366" w:author="Steve Guest" w:date="2012-03-21T08:48:00Z">
              <w:rPr>
                <w:rFonts w:cs="Times New Roman"/>
                <w:i/>
                <w:szCs w:val="24"/>
              </w:rPr>
            </w:rPrChange>
          </w:rPr>
          <w:t xml:space="preserve"> System</w:t>
        </w:r>
      </w:ins>
      <w:ins w:id="367" w:author="Kerrie Abercrombie" w:date="2012-04-18T10:09:00Z">
        <w:r>
          <w:rPr>
            <w:rFonts w:ascii="Times New Roman" w:hAnsi="Times New Roman" w:cs="Times New Roman"/>
            <w:sz w:val="24"/>
            <w:szCs w:val="24"/>
          </w:rPr>
          <w:t>;</w:t>
        </w:r>
      </w:ins>
      <w:ins w:id="368" w:author="Steve Guest" w:date="2012-03-21T08:47:00Z">
        <w:del w:id="369" w:author="Kerrie Abercrombie" w:date="2012-04-18T10:09:00Z">
          <w:r w:rsidRPr="00A51641" w:rsidDel="005D5C27">
            <w:rPr>
              <w:rFonts w:ascii="Times New Roman" w:hAnsi="Times New Roman" w:cs="Times New Roman"/>
              <w:sz w:val="24"/>
              <w:szCs w:val="24"/>
              <w:rPrChange w:id="370" w:author="Steve Guest" w:date="2012-03-21T08:48:00Z">
                <w:rPr>
                  <w:rFonts w:cs="Times New Roman"/>
                  <w:i/>
                  <w:szCs w:val="24"/>
                </w:rPr>
              </w:rPrChange>
            </w:rPr>
            <w:delText>.</w:delText>
          </w:r>
        </w:del>
      </w:ins>
    </w:p>
    <w:p w:rsidR="00A51641" w:rsidRPr="00A51641" w:rsidRDefault="00A51641" w:rsidP="00FC7B0E">
      <w:pPr>
        <w:pStyle w:val="Bullet1"/>
        <w:rPr>
          <w:ins w:id="371" w:author="Steve Guest" w:date="2012-03-21T08:47:00Z"/>
          <w:rFonts w:ascii="Times New Roman" w:hAnsi="Times New Roman" w:cs="Times New Roman"/>
          <w:sz w:val="24"/>
          <w:szCs w:val="24"/>
          <w:rPrChange w:id="372" w:author="Unknown">
            <w:rPr>
              <w:ins w:id="373" w:author="Steve Guest" w:date="2012-03-21T08:47:00Z"/>
              <w:rFonts w:cs="Times New Roman"/>
              <w:szCs w:val="24"/>
            </w:rPr>
          </w:rPrChange>
        </w:rPr>
      </w:pPr>
      <w:ins w:id="374" w:author="SPC" w:date="2012-04-18T08:55:00Z">
        <w:r>
          <w:rPr>
            <w:rFonts w:ascii="Times New Roman" w:hAnsi="Times New Roman" w:cs="Times New Roman"/>
            <w:sz w:val="24"/>
            <w:szCs w:val="24"/>
          </w:rPr>
          <w:t>Recording systems for all VTS equipment</w:t>
        </w:r>
      </w:ins>
    </w:p>
    <w:p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75" w:author="SPC" w:date="2012-04-18T08:54:00Z"/>
        </w:rPr>
      </w:pPr>
      <w:bookmarkStart w:id="376" w:name="_Ref309110310"/>
      <w:bookmarkStart w:id="377" w:name="_Toc309122545"/>
      <w:bookmarkStart w:id="378" w:name="_Toc309123529"/>
      <w:bookmarkStart w:id="379" w:name="_Toc193872337"/>
      <w:ins w:id="380" w:author="Steve Guest" w:date="2012-03-21T08:53:00Z">
        <w:r w:rsidRPr="00414408">
          <w:t xml:space="preserve">VTS </w:t>
        </w:r>
        <w:r>
          <w:t>personnel</w:t>
        </w:r>
      </w:ins>
    </w:p>
    <w:p w:rsidR="00A51641" w:rsidRDefault="00A51641" w:rsidP="00A51641">
      <w:pPr>
        <w:pStyle w:val="PARAGRAPH"/>
        <w:rPr>
          <w:ins w:id="381" w:author="Steve Guest" w:date="2012-03-21T08:53:00Z"/>
        </w:rPr>
        <w:pPrChange w:id="382" w:author="SPC" w:date="2012-04-18T08:54:00Z">
          <w:pPr>
            <w:pStyle w:val="Heading2"/>
            <w:tabs>
              <w:tab w:val="num" w:pos="576"/>
            </w:tabs>
            <w:snapToGrid w:val="0"/>
            <w:spacing w:after="60"/>
            <w:ind w:left="576" w:right="0" w:hanging="576"/>
          </w:pPr>
        </w:pPrChange>
      </w:pPr>
    </w:p>
    <w:p w:rsidR="00A51641" w:rsidRPr="00FC7B0E" w:rsidDel="00313A00" w:rsidRDefault="00A51641" w:rsidP="005B24FC">
      <w:pPr>
        <w:pStyle w:val="BodyText"/>
        <w:rPr>
          <w:ins w:id="383" w:author="Steve Guest" w:date="2012-03-21T08:53:00Z"/>
          <w:del w:id="384" w:author="VTSProgram" w:date="2012-03-22T06:47:00Z"/>
          <w:i/>
        </w:rPr>
      </w:pPr>
      <w:ins w:id="385" w:author="Steve Guest" w:date="2012-03-21T08:53:00Z">
        <w:del w:id="386" w:author="VTSProgram" w:date="2012-03-22T06:47:00Z">
          <w:r w:rsidRPr="00FC7B0E" w:rsidDel="00313A00">
            <w:delText xml:space="preserve">According to the VTS Manual, </w:delText>
          </w:r>
          <w:r w:rsidDel="00313A00">
            <w:delText>section 1</w:delText>
          </w:r>
        </w:del>
      </w:ins>
      <w:ins w:id="387" w:author="Steve Guest" w:date="2012-03-21T08:54:00Z">
        <w:del w:id="388" w:author="VTSProgram" w:date="2012-03-22T06:47:00Z">
          <w:r w:rsidDel="00313A00">
            <w:delText>2</w:delText>
          </w:r>
        </w:del>
      </w:ins>
      <w:ins w:id="389" w:author="Steve Guest" w:date="2012-03-21T08:53:00Z">
        <w:del w:id="390" w:author="VTSProgram" w:date="2012-03-22T06:47:00Z">
          <w:r w:rsidDel="00313A00">
            <w:delText>01</w:delText>
          </w:r>
          <w:r w:rsidRPr="00FC7B0E" w:rsidDel="00313A00">
            <w:delText>:</w:delText>
          </w:r>
        </w:del>
      </w:ins>
    </w:p>
    <w:bookmarkEnd w:id="376"/>
    <w:bookmarkEnd w:id="377"/>
    <w:bookmarkEnd w:id="378"/>
    <w:bookmarkEnd w:id="379"/>
    <w:p w:rsidR="00A51641" w:rsidRPr="00A51641" w:rsidRDefault="00A51641" w:rsidP="005B24FC">
      <w:pPr>
        <w:pStyle w:val="BodyText"/>
        <w:rPr>
          <w:ins w:id="391" w:author="Steve Guest" w:date="2012-03-21T08:53:00Z"/>
          <w:rFonts w:ascii="Times New Roman" w:hAnsi="Times New Roman" w:cs="Times New Roman"/>
          <w:sz w:val="24"/>
          <w:szCs w:val="24"/>
          <w:rPrChange w:id="392" w:author="Unknown">
            <w:rPr>
              <w:ins w:id="393" w:author="Steve Guest" w:date="2012-03-21T08:53:00Z"/>
              <w:rFonts w:cs="Times New Roman"/>
              <w:szCs w:val="24"/>
            </w:rPr>
          </w:rPrChange>
        </w:rPr>
      </w:pPr>
      <w:ins w:id="394" w:author="Steve Guest" w:date="2012-03-21T08:53:00Z">
        <w:r w:rsidRPr="00A51641">
          <w:rPr>
            <w:rFonts w:ascii="Times New Roman" w:hAnsi="Times New Roman" w:cs="Times New Roman"/>
            <w:sz w:val="24"/>
            <w:szCs w:val="24"/>
            <w:rPrChange w:id="395" w:author="Steve Guest" w:date="2012-03-21T08:54:00Z">
              <w:rPr>
                <w:rFonts w:cs="Times New Roman"/>
                <w:b/>
                <w:i/>
                <w:spacing w:val="8"/>
                <w:sz w:val="24"/>
                <w:szCs w:val="24"/>
                <w:lang w:eastAsia="zh-CN"/>
              </w:rPr>
            </w:rPrChange>
          </w:rPr>
          <w:t>VTS Operators, masters, bridge watchkeeping personnel and pilots share a responsibility for good communications, effective co-ordination and understanding of each other</w:t>
        </w:r>
        <w:r>
          <w:rPr>
            <w:rFonts w:ascii="Times New Roman" w:hAnsi="Times New Roman" w:cs="Times New Roman"/>
            <w:sz w:val="24"/>
            <w:szCs w:val="24"/>
          </w:rPr>
          <w:t>’</w:t>
        </w:r>
        <w:r w:rsidRPr="00A51641">
          <w:rPr>
            <w:rFonts w:ascii="Times New Roman" w:hAnsi="Times New Roman" w:cs="Times New Roman"/>
            <w:sz w:val="24"/>
            <w:szCs w:val="24"/>
            <w:rPrChange w:id="396" w:author="Steve Guest" w:date="2012-03-21T08:54:00Z">
              <w:rPr>
                <w:rFonts w:cs="Times New Roman"/>
                <w:b/>
                <w:i/>
                <w:spacing w:val="8"/>
                <w:sz w:val="24"/>
                <w:szCs w:val="24"/>
                <w:lang w:eastAsia="zh-CN"/>
              </w:rPr>
            </w:rPrChange>
          </w:rPr>
          <w:t>s role for the safe conduct of vessels in VTS areas.  They are all part of a team and share the same objective with respect to the safe movement of vessel traffic.</w:t>
        </w:r>
      </w:ins>
    </w:p>
    <w:p w:rsidR="00A51641" w:rsidRPr="003507B6" w:rsidRDefault="00A51641" w:rsidP="005B24FC">
      <w:pPr>
        <w:pStyle w:val="BodyText"/>
        <w:numPr>
          <w:ins w:id="397" w:author="Kerrie Abercrombie" w:date="2012-04-18T10:13:00Z"/>
        </w:numPr>
        <w:rPr>
          <w:ins w:id="398" w:author="Kerrie Abercrombie" w:date="2012-04-18T10:13:00Z"/>
          <w:rFonts w:ascii="Times New Roman" w:hAnsi="Times New Roman" w:cs="Times New Roman"/>
          <w:sz w:val="24"/>
          <w:szCs w:val="24"/>
        </w:rPr>
      </w:pPr>
      <w:ins w:id="399" w:author="Kerrie Abercrombie" w:date="2012-04-18T10:14:00Z">
        <w:r w:rsidRPr="003507B6">
          <w:rPr>
            <w:rFonts w:ascii="Times New Roman" w:hAnsi="Times New Roman" w:cs="Times New Roman"/>
            <w:sz w:val="24"/>
            <w:szCs w:val="24"/>
          </w:rPr>
          <w:t xml:space="preserve">Depending on the size and complexity of the VTS area, </w:t>
        </w:r>
        <w:r>
          <w:rPr>
            <w:rFonts w:ascii="Times New Roman" w:hAnsi="Times New Roman" w:cs="Times New Roman"/>
            <w:sz w:val="24"/>
            <w:szCs w:val="24"/>
          </w:rPr>
          <w:t xml:space="preserve">type of </w:t>
        </w:r>
        <w:r w:rsidRPr="003507B6">
          <w:rPr>
            <w:rFonts w:ascii="Times New Roman" w:hAnsi="Times New Roman" w:cs="Times New Roman"/>
            <w:sz w:val="24"/>
            <w:szCs w:val="24"/>
          </w:rPr>
          <w:t>service provided as well as traffic volumes and densities, a VTS centre may include VTS Operators, VTS Supervisors and a VTS Manager.</w:t>
        </w:r>
      </w:ins>
      <w:ins w:id="400" w:author="Kerrie Abercrombie" w:date="2012-04-18T10:15:00Z">
        <w:r>
          <w:rPr>
            <w:rFonts w:ascii="Times New Roman" w:hAnsi="Times New Roman" w:cs="Times New Roman"/>
            <w:sz w:val="24"/>
            <w:szCs w:val="24"/>
          </w:rPr>
          <w:t xml:space="preserve"> The </w:t>
        </w:r>
        <w:r w:rsidRPr="003507B6">
          <w:rPr>
            <w:rFonts w:ascii="Times New Roman" w:hAnsi="Times New Roman" w:cs="Times New Roman"/>
            <w:sz w:val="24"/>
            <w:szCs w:val="24"/>
          </w:rPr>
          <w:t xml:space="preserve">VTS Authority </w:t>
        </w:r>
        <w:r>
          <w:rPr>
            <w:rFonts w:ascii="Times New Roman" w:hAnsi="Times New Roman" w:cs="Times New Roman"/>
            <w:sz w:val="24"/>
            <w:szCs w:val="24"/>
          </w:rPr>
          <w:t xml:space="preserve">is responsible for </w:t>
        </w:r>
        <w:r w:rsidRPr="003507B6">
          <w:rPr>
            <w:rFonts w:ascii="Times New Roman" w:hAnsi="Times New Roman" w:cs="Times New Roman"/>
            <w:sz w:val="24"/>
            <w:szCs w:val="24"/>
          </w:rPr>
          <w:t>determin</w:t>
        </w:r>
      </w:ins>
      <w:ins w:id="401" w:author="Kerrie Abercrombie" w:date="2012-04-18T10:19:00Z">
        <w:r>
          <w:rPr>
            <w:rFonts w:ascii="Times New Roman" w:hAnsi="Times New Roman" w:cs="Times New Roman"/>
            <w:sz w:val="24"/>
            <w:szCs w:val="24"/>
          </w:rPr>
          <w:t>ing</w:t>
        </w:r>
      </w:ins>
      <w:ins w:id="402" w:author="Kerrie Abercrombie" w:date="2012-04-18T10:15:00Z">
        <w:r w:rsidRPr="003507B6">
          <w:rPr>
            <w:rFonts w:ascii="Times New Roman" w:hAnsi="Times New Roman" w:cs="Times New Roman"/>
            <w:sz w:val="24"/>
            <w:szCs w:val="24"/>
          </w:rPr>
          <w:t xml:space="preserve"> the appropriate levels in order to meet its obligations and to ensure that appropriately trained and qualified personnel are available.</w:t>
        </w:r>
      </w:ins>
    </w:p>
    <w:p w:rsidR="00A51641" w:rsidDel="003507B6"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03" w:author="Steve Guest" w:date="2012-03-21T09:02:00Z"/>
          <w:del w:id="404" w:author="Kerrie Abercrombie" w:date="2012-04-18T10:14:00Z"/>
          <w:rFonts w:ascii="Times New Roman" w:hAnsi="Times New Roman" w:cs="Times New Roman"/>
          <w:szCs w:val="24"/>
        </w:rPr>
      </w:pPr>
      <w:ins w:id="405" w:author="SPC" w:date="2012-04-18T09:02:00Z">
        <w:del w:id="406" w:author="Kerrie Abercrombie" w:date="2012-04-18T10:14:00Z">
          <w:r w:rsidDel="003507B6">
            <w:rPr>
              <w:rFonts w:ascii="Times New Roman" w:hAnsi="Times New Roman" w:cs="Times New Roman"/>
              <w:szCs w:val="24"/>
            </w:rPr>
            <w:delText>The</w:delText>
          </w:r>
        </w:del>
      </w:ins>
      <w:ins w:id="407" w:author="SPC" w:date="2012-04-18T09:01:00Z">
        <w:del w:id="408" w:author="Kerrie Abercrombie" w:date="2012-04-18T10:14:00Z">
          <w:r w:rsidDel="003507B6">
            <w:rPr>
              <w:rFonts w:ascii="Times New Roman" w:hAnsi="Times New Roman" w:cs="Times New Roman"/>
              <w:szCs w:val="24"/>
            </w:rPr>
            <w:delText xml:space="preserve"> </w:delText>
          </w:r>
        </w:del>
      </w:ins>
      <w:ins w:id="409" w:author="SPC" w:date="2012-04-18T09:02:00Z">
        <w:del w:id="410" w:author="Kerrie Abercrombie" w:date="2012-04-18T10:14:00Z">
          <w:r w:rsidDel="003507B6">
            <w:rPr>
              <w:rFonts w:ascii="Times New Roman" w:hAnsi="Times New Roman" w:cs="Times New Roman"/>
              <w:szCs w:val="24"/>
            </w:rPr>
            <w:delText>training and qualifications of VTS personnel and e</w:delText>
          </w:r>
        </w:del>
      </w:ins>
      <w:ins w:id="411" w:author="Steve Guest" w:date="2012-03-21T08:53:00Z">
        <w:del w:id="412" w:author="Kerrie Abercrombie" w:date="2012-04-18T10:14:00Z">
          <w:r w:rsidRPr="00A51641" w:rsidDel="003507B6">
            <w:rPr>
              <w:rFonts w:ascii="Times New Roman" w:hAnsi="Times New Roman" w:cs="Times New Roman"/>
              <w:b w:val="0"/>
              <w:spacing w:val="0"/>
              <w:szCs w:val="24"/>
              <w:lang w:eastAsia="ja-JP"/>
              <w:rPrChange w:id="413" w:author="Steve Guest" w:date="2012-03-21T08:54:00Z">
                <w:rPr>
                  <w:rFonts w:cs="Times New Roman"/>
                  <w:b w:val="0"/>
                  <w:i/>
                  <w:szCs w:val="24"/>
                </w:rPr>
              </w:rPrChange>
            </w:rPr>
            <w:delText>E</w:delText>
          </w:r>
          <w:r w:rsidRPr="00A51641" w:rsidDel="003507B6">
            <w:rPr>
              <w:rFonts w:ascii="Times New Roman" w:hAnsi="Times New Roman" w:cs="Times New Roman"/>
              <w:b w:val="0"/>
              <w:spacing w:val="0"/>
              <w:szCs w:val="24"/>
              <w:lang w:eastAsia="ja-JP"/>
              <w:rPrChange w:id="414" w:author="Steve Guest" w:date="2012-03-21T08:54:00Z">
                <w:rPr>
                  <w:rFonts w:cs="Times New Roman"/>
                  <w:b w:val="0"/>
                  <w:i/>
                  <w:szCs w:val="24"/>
                </w:rPr>
              </w:rPrChange>
            </w:rPr>
            <w:delText xml:space="preserve">xamples of job descriptions are </w:delText>
          </w:r>
        </w:del>
      </w:ins>
      <w:ins w:id="415" w:author="SPC" w:date="2012-04-18T09:03:00Z">
        <w:del w:id="416" w:author="Kerrie Abercrombie" w:date="2012-04-18T10:14:00Z">
          <w:r w:rsidDel="003507B6">
            <w:rPr>
              <w:rFonts w:ascii="Times New Roman" w:hAnsi="Times New Roman" w:cs="Times New Roman"/>
              <w:szCs w:val="24"/>
            </w:rPr>
            <w:delText xml:space="preserve">specified </w:delText>
          </w:r>
        </w:del>
      </w:ins>
      <w:ins w:id="417" w:author="Steve Guest" w:date="2012-03-21T08:53:00Z">
        <w:del w:id="418" w:author="Kerrie Abercrombie" w:date="2012-04-18T10:14:00Z">
          <w:r w:rsidRPr="00A51641" w:rsidDel="003507B6">
            <w:rPr>
              <w:rFonts w:ascii="Times New Roman" w:hAnsi="Times New Roman" w:cs="Times New Roman"/>
              <w:b w:val="0"/>
              <w:spacing w:val="0"/>
              <w:szCs w:val="24"/>
              <w:lang w:eastAsia="ja-JP"/>
              <w:rPrChange w:id="419" w:author="Steve Guest" w:date="2012-03-21T08:54:00Z">
                <w:rPr>
                  <w:rFonts w:cs="Times New Roman"/>
                  <w:b w:val="0"/>
                  <w:i/>
                  <w:szCs w:val="24"/>
                </w:rPr>
              </w:rPrChange>
            </w:rPr>
            <w:delText xml:space="preserve">shown in </w:delText>
          </w:r>
          <w:r w:rsidDel="003507B6">
            <w:rPr>
              <w:rFonts w:ascii="Times New Roman" w:hAnsi="Times New Roman" w:cs="Times New Roman"/>
              <w:szCs w:val="24"/>
            </w:rPr>
            <w:delText>‘</w:delText>
          </w:r>
          <w:r w:rsidRPr="00A51641" w:rsidDel="003507B6">
            <w:rPr>
              <w:rFonts w:ascii="Times New Roman" w:hAnsi="Times New Roman" w:cs="Times New Roman"/>
              <w:b w:val="0"/>
              <w:spacing w:val="0"/>
              <w:szCs w:val="24"/>
              <w:lang w:eastAsia="ja-JP"/>
              <w:rPrChange w:id="420" w:author="Steve Guest" w:date="2012-03-21T08:54:00Z">
                <w:rPr>
                  <w:rFonts w:cs="Times New Roman"/>
                  <w:b w:val="0"/>
                  <w:i/>
                  <w:szCs w:val="24"/>
                </w:rPr>
              </w:rPrChange>
            </w:rPr>
            <w:delText>Roles and Responsibilities</w:delText>
          </w:r>
          <w:r w:rsidDel="003507B6">
            <w:rPr>
              <w:rFonts w:ascii="Times New Roman" w:hAnsi="Times New Roman" w:cs="Times New Roman"/>
              <w:szCs w:val="24"/>
            </w:rPr>
            <w:delText>’</w:delText>
          </w:r>
          <w:r w:rsidRPr="00A51641" w:rsidDel="003507B6">
            <w:rPr>
              <w:rFonts w:ascii="Times New Roman" w:hAnsi="Times New Roman" w:cs="Times New Roman"/>
              <w:b w:val="0"/>
              <w:spacing w:val="0"/>
              <w:szCs w:val="24"/>
              <w:lang w:eastAsia="ja-JP"/>
              <w:rPrChange w:id="421" w:author="Steve Guest" w:date="2012-03-21T08:54:00Z">
                <w:rPr>
                  <w:rFonts w:cs="Times New Roman"/>
                  <w:b w:val="0"/>
                  <w:i/>
                  <w:szCs w:val="24"/>
                </w:rPr>
              </w:rPrChange>
            </w:rPr>
            <w:delText xml:space="preserve"> </w:delText>
          </w:r>
          <w:r w:rsidRPr="00A51641" w:rsidDel="003507B6">
            <w:rPr>
              <w:rFonts w:ascii="Times New Roman" w:hAnsi="Times New Roman" w:cs="Times New Roman"/>
              <w:b w:val="0"/>
              <w:spacing w:val="0"/>
              <w:szCs w:val="24"/>
              <w:lang w:eastAsia="ja-JP"/>
              <w:rPrChange w:id="422" w:author="Steve Guest" w:date="2012-03-21T08:54:00Z">
                <w:rPr>
                  <w:rFonts w:cs="Times New Roman"/>
                  <w:b w:val="0"/>
                  <w:i/>
                  <w:szCs w:val="24"/>
                </w:rPr>
              </w:rPrChange>
            </w:rPr>
            <w:delText>below and</w:delText>
          </w:r>
          <w:r w:rsidRPr="00A51641" w:rsidDel="003507B6">
            <w:rPr>
              <w:rFonts w:ascii="Times New Roman" w:hAnsi="Times New Roman" w:cs="Times New Roman"/>
              <w:b w:val="0"/>
              <w:spacing w:val="0"/>
              <w:szCs w:val="24"/>
              <w:lang w:eastAsia="ja-JP"/>
              <w:rPrChange w:id="423" w:author="Steve Guest" w:date="2012-03-21T08:54:00Z">
                <w:rPr>
                  <w:rFonts w:cs="Times New Roman"/>
                  <w:b w:val="0"/>
                  <w:i/>
                  <w:szCs w:val="24"/>
                </w:rPr>
              </w:rPrChange>
            </w:rPr>
            <w:delText xml:space="preserve"> in IALA Recommendation V-103.  These job descriptions can be expanded as necessary to encompass more fully the responsibilities specific to each VTS centre.</w:delText>
          </w:r>
        </w:del>
      </w:ins>
    </w:p>
    <w:p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4" w:author="Steve Guest" w:date="2012-03-21T09:02:00Z"/>
        </w:rPr>
      </w:pPr>
      <w:ins w:id="425" w:author="Steve Guest" w:date="2012-03-21T09:02:00Z">
        <w:del w:id="426" w:author="SPC" w:date="2012-04-18T09:04:00Z">
          <w:r w:rsidDel="008822B3">
            <w:delText>IALA World VTS Guide</w:delText>
          </w:r>
        </w:del>
      </w:ins>
      <w:ins w:id="427" w:author="SPC" w:date="2012-04-18T09:09:00Z">
        <w:r>
          <w:t>Promulgation of VTS information</w:t>
        </w:r>
      </w:ins>
    </w:p>
    <w:p w:rsidR="00A51641" w:rsidRPr="00A51641" w:rsidDel="008822B3" w:rsidRDefault="00A51641" w:rsidP="005B24FC">
      <w:pPr>
        <w:pStyle w:val="PARAGRAPH"/>
        <w:jc w:val="left"/>
        <w:rPr>
          <w:ins w:id="428" w:author="Steve Guest" w:date="2012-03-21T09:03:00Z"/>
          <w:del w:id="429" w:author="SPC" w:date="2012-04-18T09:10:00Z"/>
          <w:highlight w:val="yellow"/>
          <w:rPrChange w:id="430" w:author="Unknown">
            <w:rPr>
              <w:ins w:id="431" w:author="Steve Guest" w:date="2012-03-21T09:03:00Z"/>
              <w:del w:id="432" w:author="SPC" w:date="2012-04-18T09:10:00Z"/>
            </w:rPr>
          </w:rPrChange>
        </w:rPr>
      </w:pPr>
      <w:ins w:id="433" w:author="Steve Guest" w:date="2012-03-21T09:02:00Z">
        <w:del w:id="434" w:author="VTSProgram" w:date="2012-03-22T06:50:00Z">
          <w:r w:rsidRPr="00A51641">
            <w:rPr>
              <w:highlight w:val="yellow"/>
              <w:rPrChange w:id="435" w:author="VTSProgram" w:date="2012-03-22T06:50:00Z">
                <w:rPr>
                  <w:rFonts w:ascii="Arial" w:hAnsi="Arial"/>
                  <w:b/>
                  <w:i/>
                  <w:lang w:eastAsia="ja-JP"/>
                </w:rPr>
              </w:rPrChange>
            </w:rPr>
            <w:delText>Port s</w:delText>
          </w:r>
        </w:del>
        <w:del w:id="436" w:author="VTSProgram" w:date="2012-03-22T06:51:00Z">
          <w:r w:rsidRPr="00A51641">
            <w:rPr>
              <w:highlight w:val="yellow"/>
              <w:rPrChange w:id="437" w:author="VTSProgram" w:date="2012-03-22T06:50:00Z">
                <w:rPr>
                  <w:rFonts w:ascii="Arial" w:hAnsi="Arial"/>
                  <w:b/>
                  <w:i/>
                  <w:lang w:eastAsia="ja-JP"/>
                </w:rPr>
              </w:rPrChange>
            </w:rPr>
            <w:delText xml:space="preserve">pecific </w:delText>
          </w:r>
        </w:del>
        <w:del w:id="438" w:author="SPC" w:date="2012-04-18T09:10:00Z">
          <w:r w:rsidRPr="00A51641">
            <w:rPr>
              <w:highlight w:val="yellow"/>
              <w:rPrChange w:id="439" w:author="VTSProgram" w:date="2012-03-22T06:50:00Z">
                <w:rPr>
                  <w:rFonts w:ascii="Arial" w:hAnsi="Arial"/>
                  <w:b/>
                  <w:i/>
                  <w:lang w:eastAsia="ja-JP"/>
                </w:rPr>
              </w:rPrChange>
            </w:rPr>
            <w:delText xml:space="preserve">VTS </w:delText>
          </w:r>
        </w:del>
      </w:ins>
      <w:ins w:id="440" w:author="Steve Guest" w:date="2012-03-21T09:03:00Z">
        <w:del w:id="441" w:author="SPC" w:date="2012-04-18T09:10:00Z">
          <w:r w:rsidRPr="00A51641">
            <w:rPr>
              <w:highlight w:val="yellow"/>
              <w:rPrChange w:id="442" w:author="VTSProgram" w:date="2012-03-22T06:50:00Z">
                <w:rPr>
                  <w:rFonts w:ascii="Arial" w:hAnsi="Arial"/>
                  <w:b/>
                  <w:i/>
                  <w:lang w:eastAsia="ja-JP"/>
                </w:rPr>
              </w:rPrChange>
            </w:rPr>
            <w:delText>procedures can be found in the IALA world VTS guide at:</w:delText>
          </w:r>
        </w:del>
      </w:ins>
    </w:p>
    <w:p w:rsidR="00A51641" w:rsidRDefault="00A51641" w:rsidP="005B24FC">
      <w:pPr>
        <w:pStyle w:val="PARAGRAPH"/>
        <w:jc w:val="left"/>
        <w:rPr>
          <w:ins w:id="443" w:author="SPC" w:date="2012-04-18T09:10:00Z"/>
        </w:rPr>
      </w:pPr>
      <w:ins w:id="444" w:author="Steve Guest" w:date="2012-03-21T09:04:00Z">
        <w:del w:id="445" w:author="SPC" w:date="2012-04-18T09:10:00Z">
          <w:r w:rsidRPr="00A51641">
            <w:rPr>
              <w:highlight w:val="yellow"/>
              <w:rPrChange w:id="446" w:author="VTSProgram" w:date="2012-03-22T06:50:00Z">
                <w:rPr>
                  <w:highlight w:val="yellow"/>
                </w:rPr>
              </w:rPrChange>
            </w:rPr>
            <w:fldChar w:fldCharType="begin"/>
          </w:r>
          <w:r w:rsidRPr="00A51641">
            <w:rPr>
              <w:highlight w:val="yellow"/>
              <w:rPrChange w:id="447" w:author="VTSProgram" w:date="2012-03-22T06:50:00Z">
                <w:rPr>
                  <w:rFonts w:ascii="Arial" w:hAnsi="Arial"/>
                  <w:b/>
                  <w:i/>
                  <w:spacing w:val="0"/>
                  <w:sz w:val="22"/>
                  <w:lang w:eastAsia="ja-JP"/>
                </w:rPr>
              </w:rPrChange>
            </w:rPr>
            <w:delInstrText xml:space="preserve"> HYPERLINK "http://www.worldvtsguide.org/" </w:delInstrText>
          </w:r>
        </w:del>
      </w:ins>
      <w:r w:rsidRPr="005D5C27">
        <w:rPr>
          <w:highlight w:val="yellow"/>
        </w:rPr>
      </w:r>
      <w:ins w:id="448" w:author="Steve Guest" w:date="2012-03-21T09:04:00Z">
        <w:del w:id="449" w:author="SPC" w:date="2012-04-18T09:10:00Z">
          <w:r w:rsidRPr="00A51641">
            <w:rPr>
              <w:highlight w:val="yellow"/>
              <w:rPrChange w:id="450" w:author="VTSProgram" w:date="2012-03-22T06:50:00Z">
                <w:rPr>
                  <w:highlight w:val="yellow"/>
                </w:rPr>
              </w:rPrChange>
            </w:rPr>
            <w:fldChar w:fldCharType="separate"/>
          </w:r>
          <w:r w:rsidRPr="00A51641">
            <w:rPr>
              <w:rStyle w:val="Hyperlink"/>
              <w:highlight w:val="yellow"/>
              <w:rPrChange w:id="451" w:author="VTSProgram" w:date="2012-03-22T06:50:00Z">
                <w:rPr>
                  <w:rStyle w:val="Hyperlink"/>
                  <w:rFonts w:ascii="Arial" w:hAnsi="Arial"/>
                  <w:b/>
                  <w:i/>
                  <w:spacing w:val="0"/>
                  <w:sz w:val="22"/>
                  <w:lang w:eastAsia="ja-JP"/>
                </w:rPr>
              </w:rPrChange>
            </w:rPr>
            <w:delText>http://www.worldvtsguide.org</w:delText>
          </w:r>
          <w:r w:rsidRPr="00A51641">
            <w:rPr>
              <w:highlight w:val="yellow"/>
              <w:rPrChange w:id="452" w:author="VTSProgram" w:date="2012-03-22T06:50:00Z">
                <w:rPr>
                  <w:highlight w:val="yellow"/>
                </w:rPr>
              </w:rPrChange>
            </w:rPr>
            <w:fldChar w:fldCharType="end"/>
          </w:r>
        </w:del>
      </w:ins>
      <w:ins w:id="453" w:author="VTSProgram" w:date="2012-03-22T06:50:00Z">
        <w:del w:id="454" w:author="SPC" w:date="2012-04-18T09:10:00Z">
          <w:r w:rsidDel="008822B3">
            <w:delText xml:space="preserve"> - add additional text of the Guide.</w:delText>
          </w:r>
        </w:del>
      </w:ins>
    </w:p>
    <w:p w:rsidR="00A51641" w:rsidRPr="00FC7B0E" w:rsidRDefault="00A51641" w:rsidP="005B24FC">
      <w:pPr>
        <w:pStyle w:val="PARAGRAPH"/>
        <w:jc w:val="left"/>
        <w:rPr>
          <w:ins w:id="455" w:author="Steve Guest" w:date="2012-03-21T09:02:00Z"/>
          <w:i/>
        </w:rPr>
      </w:pPr>
      <w:ins w:id="456" w:author="SPC" w:date="2012-04-18T09:10:00Z">
        <w:r>
          <w:t>Information on VTS areas and procedures</w:t>
        </w:r>
      </w:ins>
      <w:ins w:id="457" w:author="SPC" w:date="2012-04-18T09:12:00Z">
        <w:r>
          <w:t xml:space="preserve"> can be found in internationally recognised marine publications</w:t>
        </w:r>
      </w:ins>
      <w:ins w:id="458" w:author="Kerrie Abercrombie" w:date="2012-04-18T13:47:00Z">
        <w:r>
          <w:t xml:space="preserve">, </w:t>
        </w:r>
      </w:ins>
      <w:ins w:id="459" w:author="SPC" w:date="2012-04-18T09:12:00Z">
        <w:del w:id="460" w:author="Kerrie Abercrombie" w:date="2012-04-18T13:47:00Z">
          <w:r w:rsidDel="00957B84">
            <w:delText xml:space="preserve"> and </w:delText>
          </w:r>
        </w:del>
        <w:r>
          <w:t xml:space="preserve">individual port </w:t>
        </w:r>
        <w:del w:id="461" w:author="Kerrie Abercrombie" w:date="2012-04-18T13:47:00Z">
          <w:r w:rsidDel="00957B84">
            <w:delText xml:space="preserve">world wide </w:delText>
          </w:r>
        </w:del>
        <w:r>
          <w:t>web</w:t>
        </w:r>
        <w:del w:id="462" w:author="Kerrie Abercrombie" w:date="2012-04-18T13:47:00Z">
          <w:r w:rsidDel="00957B84">
            <w:delText xml:space="preserve"> </w:delText>
          </w:r>
        </w:del>
        <w:r>
          <w:t>sites</w:t>
        </w:r>
      </w:ins>
      <w:ins w:id="463" w:author="Kerrie Abercrombie" w:date="2012-04-18T13:47:00Z">
        <w:r>
          <w:t xml:space="preserve"> and the IALA world VTS guide.</w:t>
        </w:r>
      </w:ins>
    </w:p>
    <w:p w:rsid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64" w:author="Steve Guest" w:date="2012-03-21T08:35:00Z"/>
        </w:rPr>
      </w:pPr>
      <w:ins w:id="465" w:author="Steve Guest" w:date="2012-03-21T08:35:00Z">
        <w:r>
          <w:t>Summary</w:t>
        </w:r>
      </w:ins>
    </w:p>
    <w:p w:rsidR="00A51641" w:rsidRDefault="00A51641" w:rsidP="00E84FB9">
      <w:pPr>
        <w:pStyle w:val="BodyText"/>
        <w:rPr>
          <w:ins w:id="466" w:author="Steve Guest" w:date="2012-03-21T09:04:00Z"/>
          <w:rFonts w:ascii="Times New Roman" w:hAnsi="Times New Roman" w:cs="Times New Roman"/>
          <w:sz w:val="24"/>
          <w:szCs w:val="24"/>
        </w:rPr>
      </w:pPr>
      <w:ins w:id="467" w:author="Steve Guest" w:date="2012-03-21T08:36:00Z">
        <w:r>
          <w:rPr>
            <w:rFonts w:ascii="Times New Roman" w:hAnsi="Times New Roman" w:cs="Times New Roman"/>
            <w:sz w:val="24"/>
            <w:szCs w:val="24"/>
          </w:rPr>
          <w:t>Readers are encouraged to refer to the</w:t>
        </w:r>
      </w:ins>
      <w:ins w:id="468" w:author="Steve Guest" w:date="2012-03-21T09:04:00Z">
        <w:r>
          <w:rPr>
            <w:rFonts w:ascii="Times New Roman" w:hAnsi="Times New Roman" w:cs="Times New Roman"/>
            <w:sz w:val="24"/>
            <w:szCs w:val="24"/>
          </w:rPr>
          <w:t>:</w:t>
        </w:r>
      </w:ins>
    </w:p>
    <w:p w:rsidR="00A51641" w:rsidRDefault="00A51641">
      <w:pPr>
        <w:pStyle w:val="BodyText"/>
        <w:numPr>
          <w:ilvl w:val="0"/>
          <w:numId w:val="15"/>
        </w:numPr>
        <w:rPr>
          <w:ins w:id="469" w:author="Steve Guest" w:date="2012-03-21T09:04:00Z"/>
          <w:rFonts w:ascii="Times New Roman" w:hAnsi="Times New Roman" w:cs="Times New Roman"/>
          <w:sz w:val="24"/>
          <w:szCs w:val="24"/>
        </w:rPr>
      </w:pPr>
      <w:ins w:id="470" w:author="Steve Guest" w:date="2012-03-21T08:36:00Z">
        <w:r>
          <w:rPr>
            <w:rFonts w:ascii="Times New Roman" w:hAnsi="Times New Roman" w:cs="Times New Roman"/>
            <w:sz w:val="24"/>
            <w:szCs w:val="24"/>
          </w:rPr>
          <w:t xml:space="preserve">IALA VTS Manual Edition 5 </w:t>
        </w:r>
      </w:ins>
      <w:ins w:id="471" w:author="Steve Guest" w:date="2012-03-21T09:04:00Z">
        <w:r>
          <w:rPr>
            <w:rFonts w:ascii="Times New Roman" w:hAnsi="Times New Roman" w:cs="Times New Roman"/>
            <w:sz w:val="24"/>
            <w:szCs w:val="24"/>
          </w:rPr>
          <w:t>and</w:t>
        </w:r>
      </w:ins>
    </w:p>
    <w:p w:rsidR="00A51641" w:rsidRDefault="00A51641">
      <w:pPr>
        <w:pStyle w:val="BodyText"/>
        <w:numPr>
          <w:ilvl w:val="0"/>
          <w:numId w:val="15"/>
        </w:numPr>
        <w:rPr>
          <w:ins w:id="472" w:author="VTSProgram" w:date="2012-03-22T06:51:00Z"/>
          <w:rFonts w:ascii="Times New Roman" w:hAnsi="Times New Roman" w:cs="Times New Roman"/>
          <w:sz w:val="24"/>
          <w:szCs w:val="24"/>
        </w:rPr>
      </w:pPr>
      <w:ins w:id="473" w:author="Steve Guest" w:date="2012-03-21T09:04:00Z">
        <w:r>
          <w:rPr>
            <w:rFonts w:ascii="Times New Roman" w:hAnsi="Times New Roman" w:cs="Times New Roman"/>
            <w:sz w:val="24"/>
            <w:szCs w:val="24"/>
          </w:rPr>
          <w:t xml:space="preserve">IALA World VTS Guide </w:t>
        </w:r>
      </w:ins>
      <w:ins w:id="474" w:author="Steve Guest" w:date="2012-03-21T08:36:00Z">
        <w:r>
          <w:rPr>
            <w:rFonts w:ascii="Times New Roman" w:hAnsi="Times New Roman" w:cs="Times New Roman"/>
            <w:sz w:val="24"/>
            <w:szCs w:val="24"/>
          </w:rPr>
          <w:t>for further reference.</w:t>
        </w:r>
      </w:ins>
    </w:p>
    <w:p w:rsidR="00A51641" w:rsidRDefault="00A51641" w:rsidP="00313A00">
      <w:pPr>
        <w:pStyle w:val="BodyText"/>
        <w:rPr>
          <w:ins w:id="475" w:author="VTSProgram" w:date="2012-03-22T06:51:00Z"/>
          <w:rFonts w:ascii="Times New Roman" w:hAnsi="Times New Roman" w:cs="Times New Roman"/>
          <w:sz w:val="24"/>
          <w:szCs w:val="24"/>
        </w:rPr>
      </w:pPr>
    </w:p>
    <w:p w:rsidR="00A51641" w:rsidRDefault="00A51641" w:rsidP="00313A00">
      <w:pPr>
        <w:pStyle w:val="BodyText"/>
        <w:rPr>
          <w:ins w:id="476" w:author="Steve Guest" w:date="2012-03-21T08:36:00Z"/>
          <w:rFonts w:ascii="Times New Roman" w:hAnsi="Times New Roman" w:cs="Times New Roman"/>
          <w:sz w:val="24"/>
          <w:szCs w:val="24"/>
        </w:rPr>
      </w:pPr>
      <w:ins w:id="477" w:author="VTSProgram" w:date="2012-03-22T06:51:00Z">
        <w:r>
          <w:rPr>
            <w:rFonts w:ascii="Times New Roman" w:hAnsi="Times New Roman" w:cs="Times New Roman"/>
            <w:sz w:val="24"/>
            <w:szCs w:val="24"/>
          </w:rPr>
          <w:t>Add section on VTS implementation procedures.</w:t>
        </w:r>
      </w:ins>
    </w:p>
    <w:p w:rsidR="00A51641" w:rsidDel="006F13A1" w:rsidRDefault="00A51641">
      <w:pPr>
        <w:rPr>
          <w:del w:id="478" w:author="Steve Guest" w:date="2012-03-20T16:39:00Z"/>
        </w:rPr>
      </w:pPr>
      <w:del w:id="479" w:author="Steve Guest" w:date="2012-03-20T16:39:00Z">
        <w:r w:rsidDel="006F13A1">
          <w:delText>Participation in a VTS may be mandatory or voluntary, depending on local regulations.  In either case, vessels operating in a VTS area may avail themselves of the following services</w:delText>
        </w:r>
      </w:del>
      <w:del w:id="480" w:author="Steve Guest" w:date="2012-03-20T13:10:00Z">
        <w:r w:rsidDel="00FA3406">
          <w:delText xml:space="preserve">. </w:delText>
        </w:r>
      </w:del>
    </w:p>
    <w:p w:rsidR="00A51641" w:rsidDel="006F13A1" w:rsidRDefault="00A51641">
      <w:pPr>
        <w:rPr>
          <w:del w:id="481" w:author="Steve Guest" w:date="2012-03-20T16:39:00Z"/>
        </w:rPr>
      </w:pPr>
      <w:del w:id="482" w:author="Steve Guest" w:date="2012-03-20T16:39:00Z">
        <w:r w:rsidDel="006F13A1">
          <w:rPr>
            <w:b/>
          </w:rPr>
          <w:delText>Information Service:</w:delText>
        </w:r>
        <w:r w:rsidDel="006F13A1">
          <w:delText xml:space="preserve"> is a service to ensure that essential information becomes available in a timely manner to support on-board navigational decision making.  This may include information on the position, identity, intentions and destination of other vessels; meteorological and hydrological conditions, notices to mariners, status of aids to navigation, or any other condition or situation on the waterway that could affect a vessel’s transit.  </w:delText>
        </w:r>
      </w:del>
    </w:p>
    <w:p w:rsidR="00A51641" w:rsidDel="006F13A1" w:rsidRDefault="00A51641">
      <w:pPr>
        <w:rPr>
          <w:del w:id="483" w:author="Steve Guest" w:date="2012-03-20T16:39:00Z"/>
        </w:rPr>
      </w:pPr>
      <w:del w:id="484" w:author="Steve Guest" w:date="2012-03-20T16:39:00Z">
        <w:r w:rsidDel="006F13A1">
          <w:rPr>
            <w:b/>
          </w:rPr>
          <w:delText>Traffic Organisation Service:</w:delText>
        </w:r>
        <w:r w:rsidDel="006F13A1">
          <w:delText xml:space="preserve"> is a service to prevent the development of dangerous maritime traffic situations and to provide for the safe and efficient movement of vessel traffic within the VTS area.  Traffic Organisation concerns the forward planning of movements to maintain vessel safety and to achieve efficiency.  This service may include the allocation of water space, establishing and operating a system of traffic clearances, managing traffic around certain vessels with limited manoeuvrability, establishing routes to be followed and speed limits to be observed, or any other measures that may be considered necessary and appropriate by the VTS.  All or certain classes of vessels may be required to participate in this service. </w:delText>
        </w:r>
      </w:del>
    </w:p>
    <w:p w:rsidR="00A51641" w:rsidDel="006F13A1" w:rsidRDefault="00A51641">
      <w:pPr>
        <w:rPr>
          <w:del w:id="485" w:author="Steve Guest" w:date="2012-03-20T16:39:00Z"/>
        </w:rPr>
      </w:pPr>
      <w:del w:id="486" w:author="Steve Guest" w:date="2012-03-20T16:39:00Z">
        <w:r w:rsidDel="006F13A1">
          <w:rPr>
            <w:b/>
          </w:rPr>
          <w:delText>Navigational Assistance Service:</w:delText>
        </w:r>
        <w:r w:rsidDel="006F13A1">
          <w:delText xml:space="preserve"> is a service to assist in the on-board navigation decision making and to monitor its effect.  This may include bearing and range to a nearby danger or landmark, a course to make good, or assistance in determining a vessel’s position.  Navigational assistance may be provided at the request of a vessel or when deemed necessary by the VTS.   </w:delText>
        </w:r>
      </w:del>
    </w:p>
    <w:p w:rsidR="00A51641" w:rsidDel="00E84FB9" w:rsidRDefault="00A51641">
      <w:pPr>
        <w:rPr>
          <w:del w:id="487" w:author="Steve Guest" w:date="2012-03-21T08:36:00Z"/>
        </w:rPr>
      </w:pPr>
      <w:del w:id="488" w:author="Steve Guest" w:date="2012-03-21T08:36:00Z">
        <w:r w:rsidDel="00E84FB9">
          <w:br w:type="page"/>
        </w:r>
      </w:del>
    </w:p>
    <w:p w:rsidR="00A51641" w:rsidDel="00E84FB9" w:rsidRDefault="00A51641">
      <w:pPr>
        <w:rPr>
          <w:del w:id="489" w:author="Steve Guest" w:date="2012-03-21T08:36:00Z"/>
        </w:rPr>
      </w:pPr>
      <w:del w:id="490" w:author="Steve Guest" w:date="2012-03-20T13:22:00Z">
        <w:r w:rsidDel="0018105D">
          <w:rPr>
            <w:b/>
          </w:rPr>
          <w:delText>S</w:delText>
        </w:r>
      </w:del>
      <w:del w:id="491" w:author="Steve Guest" w:date="2012-03-21T08:36:00Z">
        <w:r w:rsidDel="00E84FB9">
          <w:rPr>
            <w:b/>
          </w:rPr>
          <w:delText xml:space="preserve">upport </w:delText>
        </w:r>
      </w:del>
      <w:del w:id="492" w:author="Steve Guest" w:date="2012-03-20T13:22:00Z">
        <w:r w:rsidDel="0018105D">
          <w:rPr>
            <w:b/>
          </w:rPr>
          <w:delText>of</w:delText>
        </w:r>
      </w:del>
      <w:del w:id="493" w:author="Steve Guest" w:date="2012-03-21T08:36:00Z">
        <w:r w:rsidDel="00E84FB9">
          <w:rPr>
            <w:b/>
          </w:rPr>
          <w:delText xml:space="preserve"> Allied </w:delText>
        </w:r>
      </w:del>
      <w:del w:id="494" w:author="Steve Guest" w:date="2012-03-20T15:58:00Z">
        <w:r w:rsidDel="009A237E">
          <w:rPr>
            <w:b/>
          </w:rPr>
          <w:delText>S</w:delText>
        </w:r>
      </w:del>
      <w:del w:id="495" w:author="Steve Guest" w:date="2012-03-21T08:36:00Z">
        <w:r w:rsidDel="00E84FB9">
          <w:rPr>
            <w:b/>
          </w:rPr>
          <w:delText>ervices:</w:delText>
        </w:r>
        <w:r w:rsidDel="00E84FB9">
          <w:delText xml:space="preserve">  VTS are often closely aligned with SAR services, government agencies or commercial port services and may be of assistance in aiding vessels to contact or communicate with these allied services.  </w:delText>
        </w:r>
      </w:del>
      <w:del w:id="496" w:author="Steve Guest" w:date="2012-03-20T13:24:00Z">
        <w:r w:rsidDel="0018105D">
          <w:delText xml:space="preserve">These </w:delText>
        </w:r>
      </w:del>
      <w:del w:id="497" w:author="Steve Guest" w:date="2012-03-21T08:36:00Z">
        <w:r w:rsidDel="00E84FB9">
          <w:delText>services may benefit from correct and timely information about vessel positions, movements, destinations and times of arrival.  This enables those allied services to enhance their own efficiency, whilst at the same time to better plan and utilise their resources.</w:delText>
        </w:r>
      </w:del>
    </w:p>
    <w:p w:rsidR="00A51641" w:rsidDel="00E84FB9" w:rsidRDefault="00A51641">
      <w:pPr>
        <w:rPr>
          <w:del w:id="498" w:author="Steve Guest" w:date="2012-03-21T08:36:00Z"/>
        </w:rPr>
      </w:pPr>
      <w:bookmarkStart w:id="499" w:name="_Toc247653592"/>
      <w:del w:id="500" w:author="Steve Guest" w:date="2012-03-21T08:36:00Z">
        <w:r w:rsidDel="00E84FB9">
          <w:delText xml:space="preserve">VTS </w:delText>
        </w:r>
      </w:del>
      <w:del w:id="501" w:author="Steve Guest" w:date="2012-03-20T13:24:00Z">
        <w:r w:rsidDel="0018105D">
          <w:delText>S</w:delText>
        </w:r>
      </w:del>
      <w:del w:id="502" w:author="Steve Guest" w:date="2012-03-21T08:36:00Z">
        <w:r w:rsidDel="00E84FB9">
          <w:delText>ystem</w:delText>
        </w:r>
        <w:bookmarkEnd w:id="499"/>
      </w:del>
    </w:p>
    <w:p w:rsidR="00A51641" w:rsidDel="00E84FB9" w:rsidRDefault="00A51641">
      <w:pPr>
        <w:rPr>
          <w:del w:id="503" w:author="Steve Guest" w:date="2012-03-21T08:36:00Z"/>
        </w:rPr>
      </w:pPr>
      <w:del w:id="504" w:author="Steve Guest" w:date="2012-03-21T08:36:00Z">
        <w:r w:rsidDel="00E84FB9">
          <w:delText xml:space="preserve">To respond to developing traffic situations and to decide upon appropriate actions, a VTS should be capable of generating a comprehensive overview of the traffic in its </w:delText>
        </w:r>
      </w:del>
      <w:del w:id="505" w:author="Steve Guest" w:date="2012-03-20T13:29:00Z">
        <w:r w:rsidDel="00D73B4F">
          <w:delText xml:space="preserve">service </w:delText>
        </w:r>
      </w:del>
      <w:del w:id="506" w:author="Steve Guest" w:date="2012-03-21T08:36:00Z">
        <w:r w:rsidDel="00E84FB9">
          <w:delText>area combined with all traffic influencing factors.  Examples of data that should be collected to compile the traffic image include:</w:delText>
        </w:r>
      </w:del>
    </w:p>
    <w:p w:rsidR="00A51641" w:rsidDel="00E84FB9" w:rsidRDefault="00A51641">
      <w:pPr>
        <w:rPr>
          <w:del w:id="507" w:author="Steve Guest" w:date="2012-03-21T08:36:00Z"/>
        </w:rPr>
      </w:pPr>
      <w:del w:id="508" w:author="Steve Guest" w:date="2012-03-21T08:36:00Z">
        <w:r w:rsidDel="00E84FB9">
          <w:delText>data on the fairway situation, such as meteorological and hydrological conditions and the operational status of aids to navigation;</w:delText>
        </w:r>
      </w:del>
    </w:p>
    <w:p w:rsidR="00A51641" w:rsidDel="00E84FB9" w:rsidRDefault="00A51641">
      <w:pPr>
        <w:rPr>
          <w:del w:id="509" w:author="Steve Guest" w:date="2012-03-21T08:36:00Z"/>
        </w:rPr>
      </w:pPr>
      <w:del w:id="510" w:author="Steve Guest" w:date="2012-03-21T08:36:00Z">
        <w:r w:rsidDel="00E84FB9">
          <w:delText>data on the traffic situation, such as vessel positions, movements, identities and intentions with respect to manoeuvres, destination and routing;</w:delText>
        </w:r>
      </w:del>
    </w:p>
    <w:p w:rsidR="00A51641" w:rsidDel="00E84FB9" w:rsidRDefault="00A51641">
      <w:pPr>
        <w:rPr>
          <w:del w:id="511" w:author="Steve Guest" w:date="2012-03-21T08:36:00Z"/>
        </w:rPr>
      </w:pPr>
      <w:del w:id="512" w:author="Steve Guest" w:date="2012-03-21T08:36:00Z">
        <w:r w:rsidDel="00E84FB9">
          <w:delText>data on vessels in accordance with the requirements of ship reporting and any additional data required for the effective operation of the VTS.</w:delText>
        </w:r>
      </w:del>
    </w:p>
    <w:p w:rsidR="00A51641" w:rsidDel="00E84FB9" w:rsidRDefault="00A51641">
      <w:pPr>
        <w:rPr>
          <w:del w:id="513" w:author="Steve Guest" w:date="2012-03-21T08:36:00Z"/>
        </w:rPr>
      </w:pPr>
      <w:del w:id="514" w:author="Steve Guest" w:date="2012-03-21T08:36:00Z">
        <w:r w:rsidDel="00E84FB9">
          <w:delText xml:space="preserve">The traffic image provides situational awareness and facilitates the VTS operator to evaluate conditions and make decisions accordingly.  The information presented in the traffic image is communicated to participating vessels through the VTS capability to interact with traffic.  </w:delText>
        </w:r>
      </w:del>
    </w:p>
    <w:p w:rsidR="00A51641" w:rsidDel="00E84FB9" w:rsidRDefault="00A51641">
      <w:pPr>
        <w:rPr>
          <w:del w:id="515" w:author="Steve Guest" w:date="2012-03-21T08:36:00Z"/>
        </w:rPr>
      </w:pPr>
    </w:p>
    <w:p w:rsidR="00A51641" w:rsidDel="00E84FB9" w:rsidRDefault="00A51641">
      <w:pPr>
        <w:rPr>
          <w:del w:id="516" w:author="Steve Guest" w:date="2012-03-21T08:36:00Z"/>
        </w:rPr>
      </w:pPr>
      <w:del w:id="517" w:author="Steve Guest" w:date="2012-03-21T08:36:00Z">
        <w:r w:rsidDel="00E84FB9">
          <w:delText>Refer to IALA Publications:</w:delText>
        </w:r>
      </w:del>
    </w:p>
    <w:p w:rsidR="00A51641" w:rsidDel="00E84FB9" w:rsidRDefault="00A51641">
      <w:pPr>
        <w:rPr>
          <w:del w:id="518" w:author="Steve Guest" w:date="2012-03-21T08:36:00Z"/>
        </w:rPr>
      </w:pPr>
      <w:del w:id="519" w:author="Steve Guest" w:date="2012-03-21T08:36:00Z">
        <w:r w:rsidDel="00E84FB9">
          <w:delText>Recommendations</w:delText>
        </w:r>
      </w:del>
    </w:p>
    <w:p w:rsidR="00A51641" w:rsidDel="00E84FB9" w:rsidRDefault="00A51641">
      <w:pPr>
        <w:rPr>
          <w:del w:id="520" w:author="Steve Guest" w:date="2012-03-21T08:36:00Z"/>
          <w:bCs/>
          <w:i/>
          <w:iCs/>
          <w:color w:val="0000FF"/>
        </w:rPr>
      </w:pPr>
      <w:del w:id="521" w:author="Steve Guest" w:date="2012-03-21T08:36:00Z">
        <w:r w:rsidDel="00E84FB9">
          <w:rPr>
            <w:i/>
            <w:color w:val="0000FF"/>
          </w:rPr>
          <w:tab/>
        </w:r>
        <w:r w:rsidDel="00E84FB9">
          <w:rPr>
            <w:i/>
            <w:iCs/>
            <w:color w:val="0000FF"/>
          </w:rPr>
          <w:delText xml:space="preserve">V-102 Application of “User pays” principle to Vessel Traffic Services </w:delText>
        </w:r>
      </w:del>
    </w:p>
    <w:p w:rsidR="00A51641" w:rsidDel="00E84FB9" w:rsidRDefault="00A51641">
      <w:pPr>
        <w:rPr>
          <w:del w:id="522" w:author="Steve Guest" w:date="2012-03-21T08:36:00Z"/>
          <w:bCs/>
          <w:i/>
          <w:iCs/>
          <w:color w:val="0000FF"/>
        </w:rPr>
      </w:pPr>
      <w:del w:id="523" w:author="Steve Guest" w:date="2012-03-21T08:36:00Z">
        <w:r w:rsidDel="00E84FB9">
          <w:rPr>
            <w:i/>
            <w:iCs/>
            <w:color w:val="0000FF"/>
          </w:rPr>
          <w:tab/>
          <w:delText>V-103 Standards for Training and Certification of</w:delText>
        </w:r>
      </w:del>
      <w:del w:id="524" w:author="Steve Guest" w:date="2012-03-20T13:50:00Z">
        <w:r w:rsidDel="002D7FD2">
          <w:rPr>
            <w:i/>
            <w:iCs/>
            <w:color w:val="0000FF"/>
          </w:rPr>
          <w:delText xml:space="preserve"> </w:delText>
        </w:r>
      </w:del>
      <w:del w:id="525" w:author="Steve Guest" w:date="2012-03-21T08:36:00Z">
        <w:r w:rsidDel="00E84FB9">
          <w:rPr>
            <w:i/>
            <w:iCs/>
            <w:color w:val="0000FF"/>
          </w:rPr>
          <w:delText xml:space="preserve"> VTS personnel </w:delText>
        </w:r>
      </w:del>
    </w:p>
    <w:p w:rsidR="00A51641" w:rsidDel="00E84FB9" w:rsidRDefault="00A51641">
      <w:pPr>
        <w:rPr>
          <w:del w:id="526" w:author="Steve Guest" w:date="2012-03-21T08:36:00Z"/>
          <w:bCs/>
          <w:i/>
          <w:iCs/>
          <w:color w:val="0000FF"/>
        </w:rPr>
      </w:pPr>
      <w:del w:id="527" w:author="Steve Guest" w:date="2012-03-21T08:36:00Z">
        <w:r w:rsidDel="00E84FB9">
          <w:rPr>
            <w:i/>
            <w:iCs/>
            <w:color w:val="0000FF"/>
          </w:rPr>
          <w:tab/>
          <w:delText xml:space="preserve">V-119 Implementation of Vessel Traffic Services </w:delText>
        </w:r>
      </w:del>
    </w:p>
    <w:p w:rsidR="00A51641" w:rsidDel="00E84FB9" w:rsidRDefault="00A51641">
      <w:pPr>
        <w:rPr>
          <w:del w:id="528" w:author="Steve Guest" w:date="2012-03-21T08:36:00Z"/>
          <w:bCs/>
          <w:i/>
          <w:iCs/>
          <w:color w:val="0000FF"/>
        </w:rPr>
      </w:pPr>
      <w:del w:id="529" w:author="Steve Guest" w:date="2012-03-21T08:36:00Z">
        <w:r w:rsidDel="00E84FB9">
          <w:rPr>
            <w:i/>
            <w:iCs/>
            <w:color w:val="0000FF"/>
          </w:rPr>
          <w:tab/>
          <w:delText xml:space="preserve">V-120 Vessel Traffic Services in Inland Waters </w:delText>
        </w:r>
      </w:del>
    </w:p>
    <w:p w:rsidR="00A51641" w:rsidDel="00E84FB9" w:rsidRDefault="00A51641">
      <w:pPr>
        <w:rPr>
          <w:del w:id="530" w:author="Steve Guest" w:date="2012-03-21T08:36:00Z"/>
          <w:bCs/>
          <w:i/>
          <w:iCs/>
          <w:color w:val="0000FF"/>
        </w:rPr>
      </w:pPr>
      <w:del w:id="531" w:author="Steve Guest" w:date="2012-03-21T08:36:00Z">
        <w:r w:rsidDel="00E84FB9">
          <w:rPr>
            <w:i/>
            <w:iCs/>
            <w:color w:val="0000FF"/>
          </w:rPr>
          <w:tab/>
          <w:delText>V-125 Integration and Display of AIS and other information at a VTS Centre</w:delText>
        </w:r>
      </w:del>
    </w:p>
    <w:p w:rsidR="00A51641" w:rsidDel="00E84FB9" w:rsidRDefault="00A51641">
      <w:pPr>
        <w:rPr>
          <w:del w:id="532" w:author="Steve Guest" w:date="2012-03-21T08:36:00Z"/>
          <w:bCs/>
          <w:i/>
          <w:iCs/>
          <w:color w:val="0000FF"/>
        </w:rPr>
      </w:pPr>
      <w:del w:id="533" w:author="Steve Guest" w:date="2012-03-21T08:36:00Z">
        <w:r w:rsidDel="00E84FB9">
          <w:rPr>
            <w:i/>
            <w:iCs/>
            <w:color w:val="0000FF"/>
          </w:rPr>
          <w:tab/>
          <w:delText xml:space="preserve">V-127 Operational Procedures for Vessel traffic services </w:delText>
        </w:r>
      </w:del>
    </w:p>
    <w:p w:rsidR="00A51641" w:rsidDel="00E84FB9" w:rsidRDefault="00A51641">
      <w:pPr>
        <w:rPr>
          <w:del w:id="534" w:author="Steve Guest" w:date="2012-03-21T08:36:00Z"/>
          <w:bCs/>
          <w:i/>
          <w:iCs/>
          <w:color w:val="0000FF"/>
        </w:rPr>
      </w:pPr>
      <w:del w:id="535" w:author="Steve Guest" w:date="2012-03-21T08:36:00Z">
        <w:r w:rsidDel="00E84FB9">
          <w:rPr>
            <w:i/>
            <w:iCs/>
            <w:color w:val="0000FF"/>
          </w:rPr>
          <w:tab/>
          <w:delText>V-128 Operational and Technical Performance Requirements for VTS equipment</w:delText>
        </w:r>
      </w:del>
    </w:p>
    <w:p w:rsidR="00A51641" w:rsidDel="00E84FB9" w:rsidRDefault="00A51641">
      <w:pPr>
        <w:rPr>
          <w:del w:id="536" w:author="Steve Guest" w:date="2012-03-21T08:36:00Z"/>
          <w:bCs/>
          <w:i/>
          <w:iCs/>
          <w:color w:val="0000FF"/>
        </w:rPr>
      </w:pPr>
      <w:del w:id="537" w:author="Steve Guest" w:date="2012-03-21T08:36:00Z">
        <w:r w:rsidDel="00E84FB9">
          <w:rPr>
            <w:i/>
            <w:iCs/>
            <w:color w:val="0000FF"/>
          </w:rPr>
          <w:tab/>
          <w:delText xml:space="preserve">A-123 The Provision of Shore Based AIS </w:delText>
        </w:r>
      </w:del>
    </w:p>
    <w:p w:rsidR="00A51641" w:rsidDel="00E84FB9" w:rsidRDefault="00A51641">
      <w:pPr>
        <w:rPr>
          <w:del w:id="538" w:author="Steve Guest" w:date="2012-03-21T08:36:00Z"/>
          <w:bCs/>
          <w:i/>
          <w:iCs/>
          <w:color w:val="0000FF"/>
        </w:rPr>
      </w:pPr>
      <w:del w:id="539" w:author="Steve Guest" w:date="2012-03-21T08:36:00Z">
        <w:r w:rsidDel="00E84FB9">
          <w:rPr>
            <w:i/>
            <w:iCs/>
            <w:color w:val="0000FF"/>
          </w:rPr>
          <w:tab/>
          <w:delText>A-124 AIS Shore Station and networking aspects relating to AIS service</w:delText>
        </w:r>
      </w:del>
    </w:p>
    <w:p w:rsidR="00A51641" w:rsidDel="00E84FB9" w:rsidRDefault="00A51641">
      <w:pPr>
        <w:rPr>
          <w:del w:id="540" w:author="Steve Guest" w:date="2012-03-21T08:36:00Z"/>
          <w:i/>
          <w:color w:val="0000FF"/>
        </w:rPr>
      </w:pPr>
      <w:del w:id="541" w:author="Steve Guest" w:date="2012-03-21T08:36:00Z">
        <w:r w:rsidDel="00E84FB9">
          <w:rPr>
            <w:i/>
            <w:iCs/>
            <w:color w:val="0000FF"/>
          </w:rPr>
          <w:tab/>
          <w:delText>A-126 Use of AIS in Marine Aids to Navigation</w:delText>
        </w:r>
      </w:del>
    </w:p>
    <w:p w:rsidR="00A51641" w:rsidDel="002D7FD2" w:rsidRDefault="00A51641">
      <w:pPr>
        <w:rPr>
          <w:del w:id="542" w:author="Steve Guest" w:date="2012-03-20T13:50:00Z"/>
        </w:rPr>
      </w:pPr>
    </w:p>
    <w:p w:rsidR="00A51641" w:rsidDel="00E84FB9" w:rsidRDefault="00A51641">
      <w:pPr>
        <w:rPr>
          <w:del w:id="543" w:author="Steve Guest" w:date="2012-03-21T08:36:00Z"/>
          <w:i/>
          <w:color w:val="0000FF"/>
        </w:rPr>
      </w:pPr>
    </w:p>
    <w:p w:rsidR="00A51641" w:rsidDel="00E84FB9" w:rsidRDefault="00A51641">
      <w:pPr>
        <w:rPr>
          <w:del w:id="544" w:author="Steve Guest" w:date="2012-03-21T08:36:00Z"/>
        </w:rPr>
      </w:pPr>
      <w:del w:id="545" w:author="Steve Guest" w:date="2012-03-21T08:36:00Z">
        <w:r w:rsidDel="00E84FB9">
          <w:delText>Guidelines</w:delText>
        </w:r>
      </w:del>
    </w:p>
    <w:p w:rsidR="00A51641" w:rsidDel="00E84FB9" w:rsidRDefault="00A51641">
      <w:pPr>
        <w:rPr>
          <w:del w:id="546" w:author="Steve Guest" w:date="2012-03-21T08:36:00Z"/>
          <w:i/>
          <w:color w:val="0000FF"/>
        </w:rPr>
      </w:pPr>
      <w:del w:id="547" w:author="Steve Guest" w:date="2012-03-21T08:36:00Z">
        <w:r w:rsidDel="00E84FB9">
          <w:rPr>
            <w:i/>
            <w:color w:val="0000FF"/>
          </w:rPr>
          <w:tab/>
        </w:r>
        <w:r w:rsidDel="00E84FB9">
          <w:rPr>
            <w:i/>
            <w:iCs/>
            <w:color w:val="0000FF"/>
          </w:rPr>
          <w:delText>1014 - Accreditation of VTS Training</w:delText>
        </w:r>
      </w:del>
    </w:p>
    <w:p w:rsidR="00A51641" w:rsidDel="00E84FB9" w:rsidRDefault="00A51641">
      <w:pPr>
        <w:rPr>
          <w:del w:id="548" w:author="Steve Guest" w:date="2012-03-21T08:36:00Z"/>
          <w:bCs/>
          <w:i/>
          <w:iCs/>
          <w:color w:val="0000FF"/>
        </w:rPr>
      </w:pPr>
      <w:del w:id="549" w:author="Steve Guest" w:date="2012-03-21T08:36:00Z">
        <w:r w:rsidDel="00E84FB9">
          <w:tab/>
        </w:r>
        <w:r w:rsidDel="00E84FB9">
          <w:rPr>
            <w:i/>
            <w:iCs/>
            <w:color w:val="0000FF"/>
          </w:rPr>
          <w:delText>1017 - Assessment of training requirements for existing VTS Personnel, candidate Operators and the revalidation of VTS Operator Certificates</w:delText>
        </w:r>
      </w:del>
    </w:p>
    <w:p w:rsidR="00A51641" w:rsidDel="00E84FB9" w:rsidRDefault="00A51641">
      <w:pPr>
        <w:rPr>
          <w:del w:id="550" w:author="Steve Guest" w:date="2012-03-21T08:36:00Z"/>
          <w:bCs/>
          <w:i/>
          <w:iCs/>
          <w:color w:val="0000FF"/>
        </w:rPr>
      </w:pPr>
      <w:del w:id="551" w:author="Steve Guest" w:date="2012-03-21T08:36:00Z">
        <w:r w:rsidDel="00E84FB9">
          <w:rPr>
            <w:i/>
            <w:color w:val="0000FF"/>
          </w:rPr>
          <w:tab/>
        </w:r>
        <w:r w:rsidDel="00E84FB9">
          <w:rPr>
            <w:i/>
            <w:iCs/>
            <w:color w:val="0000FF"/>
          </w:rPr>
          <w:delText>1018 - Risk management</w:delText>
        </w:r>
      </w:del>
    </w:p>
    <w:p w:rsidR="00A51641" w:rsidDel="00E84FB9" w:rsidRDefault="00A51641">
      <w:pPr>
        <w:rPr>
          <w:del w:id="552" w:author="Steve Guest" w:date="2012-03-21T08:36:00Z"/>
          <w:bCs/>
          <w:i/>
          <w:iCs/>
          <w:color w:val="0000FF"/>
        </w:rPr>
      </w:pPr>
      <w:del w:id="553" w:author="Steve Guest" w:date="2012-03-21T08:36:00Z">
        <w:r w:rsidDel="00E84FB9">
          <w:rPr>
            <w:i/>
            <w:iCs/>
            <w:color w:val="0000FF"/>
          </w:rPr>
          <w:tab/>
          <w:delText xml:space="preserve">1026 - AIS as a VTS Tool </w:delText>
        </w:r>
      </w:del>
    </w:p>
    <w:p w:rsidR="00A51641" w:rsidDel="00E84FB9" w:rsidRDefault="00A51641">
      <w:pPr>
        <w:rPr>
          <w:del w:id="554" w:author="Steve Guest" w:date="2012-03-21T08:36:00Z"/>
          <w:bCs/>
          <w:i/>
          <w:iCs/>
          <w:color w:val="0000FF"/>
        </w:rPr>
      </w:pPr>
      <w:del w:id="555" w:author="Steve Guest" w:date="2012-03-21T08:36:00Z">
        <w:r w:rsidDel="00E84FB9">
          <w:rPr>
            <w:i/>
            <w:iCs/>
            <w:color w:val="0000FF"/>
          </w:rPr>
          <w:tab/>
          <w:delText xml:space="preserve">1027 - Designing and implementing simulation in VTS training </w:delText>
        </w:r>
      </w:del>
    </w:p>
    <w:p w:rsidR="00A51641" w:rsidDel="00E84FB9" w:rsidRDefault="00A51641">
      <w:pPr>
        <w:rPr>
          <w:del w:id="556" w:author="Steve Guest" w:date="2012-03-21T08:36:00Z"/>
          <w:bCs/>
          <w:i/>
          <w:iCs/>
          <w:color w:val="0000FF"/>
        </w:rPr>
      </w:pPr>
      <w:del w:id="557" w:author="Steve Guest" w:date="2012-03-21T08:36:00Z">
        <w:r w:rsidDel="00E84FB9">
          <w:rPr>
            <w:i/>
            <w:iCs/>
            <w:color w:val="0000FF"/>
          </w:rPr>
          <w:tab/>
          <w:delText>1032 - Aspects of Training of VTS Personnel relevant to the introduction of AIS</w:delText>
        </w:r>
      </w:del>
    </w:p>
    <w:p w:rsidR="00A51641" w:rsidDel="00E84FB9" w:rsidRDefault="00A51641">
      <w:pPr>
        <w:rPr>
          <w:del w:id="558" w:author="Steve Guest" w:date="2012-03-21T08:36:00Z"/>
          <w:bCs/>
          <w:i/>
          <w:iCs/>
          <w:color w:val="0000FF"/>
        </w:rPr>
      </w:pPr>
      <w:del w:id="559" w:author="Steve Guest" w:date="2012-03-21T08:36:00Z">
        <w:r w:rsidDel="00E84FB9">
          <w:rPr>
            <w:i/>
            <w:iCs/>
            <w:color w:val="0000FF"/>
          </w:rPr>
          <w:tab/>
          <w:delText xml:space="preserve">1045 - Staffing Levels at VTS Centres </w:delText>
        </w:r>
      </w:del>
    </w:p>
    <w:p w:rsidR="00A51641" w:rsidDel="00E84FB9" w:rsidRDefault="00A51641">
      <w:pPr>
        <w:rPr>
          <w:del w:id="560" w:author="Steve Guest" w:date="2012-03-21T08:36:00Z"/>
          <w:bCs/>
          <w:i/>
          <w:iCs/>
          <w:color w:val="0000FF"/>
        </w:rPr>
      </w:pPr>
      <w:del w:id="561" w:author="Steve Guest" w:date="2012-03-21T08:36:00Z">
        <w:r w:rsidDel="00E84FB9">
          <w:rPr>
            <w:i/>
            <w:iCs/>
            <w:color w:val="0000FF"/>
          </w:rPr>
          <w:tab/>
          <w:delText xml:space="preserve">1046 - Response plan for marking new wrecks </w:delText>
        </w:r>
      </w:del>
    </w:p>
    <w:p w:rsidR="00A51641" w:rsidDel="00E84FB9" w:rsidRDefault="00A51641">
      <w:pPr>
        <w:rPr>
          <w:del w:id="562" w:author="Steve Guest" w:date="2012-03-21T08:36:00Z"/>
          <w:bCs/>
          <w:i/>
          <w:iCs/>
          <w:color w:val="0000FF"/>
        </w:rPr>
      </w:pPr>
      <w:del w:id="563" w:author="Steve Guest" w:date="2012-03-21T08:36:00Z">
        <w:r w:rsidDel="00E84FB9">
          <w:rPr>
            <w:i/>
            <w:iCs/>
            <w:color w:val="0000FF"/>
          </w:rPr>
          <w:tab/>
          <w:delText>1055 - Preparing for a voluntary IMO Audit on VTS Delivery</w:delText>
        </w:r>
      </w:del>
    </w:p>
    <w:p w:rsidR="00A51641" w:rsidDel="00E84FB9" w:rsidRDefault="00A51641">
      <w:pPr>
        <w:rPr>
          <w:del w:id="564" w:author="Steve Guest" w:date="2012-03-21T08:36:00Z"/>
          <w:bCs/>
          <w:i/>
          <w:iCs/>
          <w:color w:val="0000FF"/>
        </w:rPr>
      </w:pPr>
      <w:del w:id="565" w:author="Steve Guest" w:date="2012-03-21T08:36:00Z">
        <w:r w:rsidDel="00E84FB9">
          <w:rPr>
            <w:i/>
            <w:iCs/>
            <w:color w:val="0000FF"/>
          </w:rPr>
          <w:tab/>
          <w:delText>1056 - Establishment of VTS Radar Services</w:delText>
        </w:r>
      </w:del>
    </w:p>
    <w:p w:rsidR="00A51641" w:rsidDel="00E84FB9" w:rsidRDefault="00A51641">
      <w:pPr>
        <w:rPr>
          <w:del w:id="566" w:author="Steve Guest" w:date="2012-03-21T08:36:00Z"/>
        </w:rPr>
      </w:pPr>
      <w:del w:id="567" w:author="Steve Guest" w:date="2012-03-21T08:36:00Z">
        <w:r w:rsidDel="00E84FB9">
          <w:delText>IALA Manuals</w:delText>
        </w:r>
      </w:del>
    </w:p>
    <w:p w:rsidR="00A51641" w:rsidDel="00E84FB9" w:rsidRDefault="00A51641">
      <w:pPr>
        <w:rPr>
          <w:del w:id="568" w:author="Steve Guest" w:date="2012-03-21T08:36:00Z"/>
          <w:i/>
          <w:color w:val="0000FF"/>
        </w:rPr>
      </w:pPr>
      <w:del w:id="569" w:author="Steve Guest" w:date="2012-03-21T08:36:00Z">
        <w:r w:rsidDel="00E84FB9">
          <w:rPr>
            <w:i/>
            <w:color w:val="0000FF"/>
          </w:rPr>
          <w:delText>VTS Manual (</w:delText>
        </w:r>
      </w:del>
      <w:del w:id="570" w:author="Steve Guest" w:date="2012-03-20T13:46:00Z">
        <w:r w:rsidDel="00016469">
          <w:rPr>
            <w:i/>
            <w:color w:val="0000FF"/>
          </w:rPr>
          <w:delText>2008</w:delText>
        </w:r>
      </w:del>
      <w:del w:id="571" w:author="Steve Guest" w:date="2012-03-21T08:36:00Z">
        <w:r w:rsidDel="00E84FB9">
          <w:rPr>
            <w:i/>
            <w:color w:val="0000FF"/>
          </w:rPr>
          <w:delText>)</w:delText>
        </w:r>
      </w:del>
    </w:p>
    <w:p w:rsidR="00A51641" w:rsidDel="00E84FB9" w:rsidRDefault="00A51641">
      <w:pPr>
        <w:rPr>
          <w:del w:id="572" w:author="Steve Guest" w:date="2012-03-21T08:36:00Z"/>
          <w:i/>
          <w:color w:val="0000FF"/>
        </w:rPr>
      </w:pPr>
      <w:del w:id="573" w:author="Steve Guest" w:date="2012-03-21T08:36:00Z">
        <w:r w:rsidDel="00E84FB9">
          <w:rPr>
            <w:i/>
            <w:color w:val="0000FF"/>
          </w:rPr>
          <w:delText>Aids to Navigation Guide 2010 (NAVGUIDE)</w:delText>
        </w:r>
      </w:del>
    </w:p>
    <w:p w:rsidR="00A51641" w:rsidDel="00E84FB9" w:rsidRDefault="00A51641">
      <w:pPr>
        <w:rPr>
          <w:del w:id="574" w:author="Steve Guest" w:date="2012-03-21T08:36:00Z"/>
          <w:i/>
          <w:color w:val="0000FF"/>
        </w:rPr>
      </w:pPr>
    </w:p>
    <w:p w:rsidR="00A51641" w:rsidDel="00E84FB9" w:rsidRDefault="00A51641">
      <w:pPr>
        <w:rPr>
          <w:del w:id="575" w:author="Steve Guest" w:date="2012-03-21T08:36:00Z"/>
        </w:rPr>
      </w:pPr>
    </w:p>
    <w:p w:rsidR="00A51641" w:rsidDel="00E84FB9" w:rsidRDefault="00A51641">
      <w:pPr>
        <w:rPr>
          <w:del w:id="576" w:author="Steve Guest" w:date="2012-03-21T08:36:00Z"/>
        </w:rPr>
        <w:sectPr w:rsidR="00A51641" w:rsidDel="00E84FB9">
          <w:headerReference w:type="even" r:id="rId8"/>
          <w:headerReference w:type="default" r:id="rId9"/>
          <w:footerReference w:type="even" r:id="rId10"/>
          <w:footerReference w:type="default" r:id="rId11"/>
          <w:headerReference w:type="first" r:id="rId12"/>
          <w:footerReference w:type="first" r:id="rId13"/>
          <w:pgSz w:w="11906" w:h="16838" w:code="9"/>
          <w:pgMar w:top="1699" w:right="1466" w:bottom="850" w:left="1411" w:header="1138" w:footer="720" w:gutter="0"/>
          <w:cols w:space="720"/>
        </w:sectPr>
      </w:pPr>
    </w:p>
    <w:p w:rsidR="00A51641" w:rsidRDefault="00A51641"/>
    <w:sectPr w:rsidR="00A51641" w:rsidSect="00055B4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641" w:rsidRDefault="00A51641" w:rsidP="00B12564">
      <w:pPr>
        <w:spacing w:after="0" w:line="240" w:lineRule="auto"/>
      </w:pPr>
      <w:r>
        <w:separator/>
      </w:r>
    </w:p>
  </w:endnote>
  <w:endnote w:type="continuationSeparator" w:id="0">
    <w:p w:rsidR="00A51641" w:rsidRDefault="00A51641" w:rsidP="00B125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PMingLiU">
    <w:altName w:val="¡Ps2OcuAe"/>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641" w:rsidRDefault="00A516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641" w:rsidRDefault="00A516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641" w:rsidRDefault="00A516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641" w:rsidRDefault="00A51641" w:rsidP="00B12564">
      <w:pPr>
        <w:spacing w:after="0" w:line="240" w:lineRule="auto"/>
      </w:pPr>
      <w:r>
        <w:separator/>
      </w:r>
    </w:p>
  </w:footnote>
  <w:footnote w:type="continuationSeparator" w:id="0">
    <w:p w:rsidR="00A51641" w:rsidRDefault="00A51641" w:rsidP="00B125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641" w:rsidRDefault="00A516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641" w:rsidRPr="001C2BDD" w:rsidRDefault="00A51641" w:rsidP="00B12564">
    <w:pPr>
      <w:pStyle w:val="Header"/>
      <w:tabs>
        <w:tab w:val="left" w:pos="4006"/>
        <w:tab w:val="right" w:pos="9354"/>
      </w:tabs>
      <w:rPr>
        <w:lang w:val="ru-RU"/>
      </w:rPr>
    </w:pPr>
    <w:r>
      <w:tab/>
    </w:r>
    <w:r>
      <w:tab/>
    </w:r>
    <w:r>
      <w:tab/>
      <w:t>VTSWG10.8.6 - VTS34/WG1</w:t>
    </w:r>
    <w:bookmarkStart w:id="577" w:name="_GoBack"/>
    <w:bookmarkEnd w:id="577"/>
    <w:r>
      <w:t>/WP7</w:t>
    </w:r>
  </w:p>
  <w:p w:rsidR="00A51641" w:rsidRDefault="00A5164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641" w:rsidRDefault="00A516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002BBB2"/>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A4E2EC9C"/>
    <w:lvl w:ilvl="0">
      <w:start w:val="5"/>
      <w:numFmt w:val="decimal"/>
      <w:pStyle w:val="ChapterHeading"/>
      <w:lvlText w:val="Chapter %1"/>
      <w:lvlJc w:val="left"/>
      <w:pPr>
        <w:tabs>
          <w:tab w:val="num" w:pos="0"/>
        </w:tabs>
      </w:pPr>
      <w:rPr>
        <w:rFonts w:ascii="Arial" w:hAnsi="Arial" w:cs="Times New Roman" w:hint="default"/>
      </w:rPr>
    </w:lvl>
    <w:lvl w:ilvl="1">
      <w:start w:val="1"/>
      <w:numFmt w:val="decimal"/>
      <w:pStyle w:val="Heading2"/>
      <w:lvlText w:val="%1.%2"/>
      <w:lvlJc w:val="left"/>
      <w:pPr>
        <w:tabs>
          <w:tab w:val="num" w:pos="810"/>
        </w:tabs>
        <w:ind w:left="810"/>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lvlText w:val="%1.%2.%3.%4"/>
      <w:lvlJc w:val="left"/>
      <w:pPr>
        <w:tabs>
          <w:tab w:val="num" w:pos="0"/>
        </w:tabs>
      </w:pPr>
      <w:rPr>
        <w:rFonts w:cs="Times New Roman" w:hint="default"/>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2">
    <w:nsid w:val="0B254CC3"/>
    <w:multiLevelType w:val="hybridMultilevel"/>
    <w:tmpl w:val="42FAD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D92F18"/>
    <w:multiLevelType w:val="singleLevel"/>
    <w:tmpl w:val="F8488E3C"/>
    <w:lvl w:ilvl="0">
      <w:start w:val="1"/>
      <w:numFmt w:val="bullet"/>
      <w:lvlText w:val=""/>
      <w:lvlJc w:val="left"/>
      <w:pPr>
        <w:tabs>
          <w:tab w:val="num" w:pos="567"/>
        </w:tabs>
        <w:ind w:left="567" w:hanging="567"/>
      </w:pPr>
      <w:rPr>
        <w:rFonts w:ascii="Symbol" w:hAnsi="Symbol" w:hint="default"/>
        <w:sz w:val="18"/>
      </w:rPr>
    </w:lvl>
  </w:abstractNum>
  <w:abstractNum w:abstractNumId="4">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F330D5B"/>
    <w:multiLevelType w:val="multilevel"/>
    <w:tmpl w:val="6FB01D66"/>
    <w:lvl w:ilvl="0">
      <w:start w:val="10"/>
      <w:numFmt w:val="decimal"/>
      <w:lvlText w:val="CHAPTER %1"/>
      <w:lvlJc w:val="left"/>
      <w:pPr>
        <w:tabs>
          <w:tab w:val="num" w:pos="2268"/>
        </w:tabs>
        <w:ind w:left="2268" w:hanging="2268"/>
      </w:pPr>
      <w:rPr>
        <w:rFonts w:ascii="Arial Bold" w:hAnsi="Arial Bold" w:cs="Times New Roman" w:hint="default"/>
        <w:b/>
        <w:bCs/>
        <w:i w:val="0"/>
        <w:iCs w:val="0"/>
        <w:sz w:val="24"/>
        <w:szCs w:val="24"/>
      </w:rPr>
    </w:lvl>
    <w:lvl w:ilvl="1">
      <w:start w:val="1"/>
      <w:numFmt w:val="decimalZero"/>
      <w:lvlText w:val="%1%2"/>
      <w:lvlJc w:val="left"/>
      <w:pPr>
        <w:tabs>
          <w:tab w:val="num" w:pos="851"/>
        </w:tabs>
        <w:ind w:left="851" w:hanging="851"/>
      </w:pPr>
      <w:rPr>
        <w:rFonts w:ascii="Arial Bold" w:hAnsi="Arial Bold" w:cs="Times New Roman" w:hint="default"/>
        <w:b/>
        <w:bCs/>
        <w:i w:val="0"/>
        <w:iCs w:val="0"/>
        <w:sz w:val="22"/>
        <w:szCs w:val="22"/>
      </w:rPr>
    </w:lvl>
    <w:lvl w:ilvl="2">
      <w:start w:val="1"/>
      <w:numFmt w:val="decimal"/>
      <w:lvlText w:val="%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7">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cs="Times New Roman"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rPr>
    </w:lvl>
    <w:lvl w:ilvl="1">
      <w:start w:val="1"/>
      <w:numFmt w:val="decimalZero"/>
      <w:pStyle w:val="VTSHeading2"/>
      <w:lvlText w:val="0%1%2"/>
      <w:lvlJc w:val="left"/>
      <w:pPr>
        <w:tabs>
          <w:tab w:val="num" w:pos="851"/>
        </w:tabs>
        <w:ind w:left="851" w:hanging="851"/>
      </w:pPr>
      <w:rPr>
        <w:rFonts w:ascii="Arial Bold" w:hAnsi="Arial Bold" w:cs="Times New Roman"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0">
    <w:nsid w:val="6E614600"/>
    <w:multiLevelType w:val="multilevel"/>
    <w:tmpl w:val="65060F44"/>
    <w:lvl w:ilvl="0">
      <w:start w:val="1"/>
      <w:numFmt w:val="decimal"/>
      <w:pStyle w:val="Bullet1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8"/>
  </w:num>
  <w:num w:numId="7">
    <w:abstractNumId w:val="2"/>
  </w:num>
  <w:num w:numId="8">
    <w:abstractNumId w:val="3"/>
  </w:num>
  <w:num w:numId="9">
    <w:abstractNumId w:val="10"/>
  </w:num>
  <w:num w:numId="10">
    <w:abstractNumId w:val="4"/>
  </w:num>
  <w:num w:numId="11">
    <w:abstractNumId w:val="7"/>
  </w:num>
  <w:num w:numId="12">
    <w:abstractNumId w:val="9"/>
  </w:num>
  <w:num w:numId="13">
    <w:abstractNumId w:val="5"/>
  </w:num>
  <w:num w:numId="1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04DA"/>
    <w:rsid w:val="00016469"/>
    <w:rsid w:val="00026321"/>
    <w:rsid w:val="0005469F"/>
    <w:rsid w:val="00055B41"/>
    <w:rsid w:val="00091833"/>
    <w:rsid w:val="000A2A63"/>
    <w:rsid w:val="000E71FC"/>
    <w:rsid w:val="00157BBC"/>
    <w:rsid w:val="0018105D"/>
    <w:rsid w:val="001A001C"/>
    <w:rsid w:val="001C2BDD"/>
    <w:rsid w:val="002D7FD2"/>
    <w:rsid w:val="00313A00"/>
    <w:rsid w:val="00332C78"/>
    <w:rsid w:val="003507B6"/>
    <w:rsid w:val="003A20C2"/>
    <w:rsid w:val="00404222"/>
    <w:rsid w:val="00414408"/>
    <w:rsid w:val="00421EF2"/>
    <w:rsid w:val="00562E74"/>
    <w:rsid w:val="005B24FC"/>
    <w:rsid w:val="005B7A29"/>
    <w:rsid w:val="005D5C27"/>
    <w:rsid w:val="005E0499"/>
    <w:rsid w:val="00615A99"/>
    <w:rsid w:val="00650955"/>
    <w:rsid w:val="006875B9"/>
    <w:rsid w:val="006F13A1"/>
    <w:rsid w:val="0071603E"/>
    <w:rsid w:val="007465E5"/>
    <w:rsid w:val="007867C7"/>
    <w:rsid w:val="007B6EB5"/>
    <w:rsid w:val="00800E26"/>
    <w:rsid w:val="008342F5"/>
    <w:rsid w:val="008822B3"/>
    <w:rsid w:val="00921F05"/>
    <w:rsid w:val="00925E6A"/>
    <w:rsid w:val="00957B84"/>
    <w:rsid w:val="00961AD7"/>
    <w:rsid w:val="009A237E"/>
    <w:rsid w:val="009E04DA"/>
    <w:rsid w:val="00A37CEA"/>
    <w:rsid w:val="00A47BFA"/>
    <w:rsid w:val="00A51641"/>
    <w:rsid w:val="00B12564"/>
    <w:rsid w:val="00CE1272"/>
    <w:rsid w:val="00D727DA"/>
    <w:rsid w:val="00D73B4F"/>
    <w:rsid w:val="00DC2714"/>
    <w:rsid w:val="00E84FB9"/>
    <w:rsid w:val="00EB2C8D"/>
    <w:rsid w:val="00F847A1"/>
    <w:rsid w:val="00FA3406"/>
    <w:rsid w:val="00FC7B0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9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55B41"/>
    <w:pPr>
      <w:spacing w:after="200" w:line="276" w:lineRule="auto"/>
    </w:pPr>
    <w:rPr>
      <w:lang w:val="en-GB" w:eastAsia="en-US"/>
    </w:rPr>
  </w:style>
  <w:style w:type="paragraph" w:styleId="Heading1">
    <w:name w:val="heading 1"/>
    <w:basedOn w:val="Normal"/>
    <w:next w:val="Normal"/>
    <w:link w:val="Heading1Char"/>
    <w:uiPriority w:val="99"/>
    <w:qFormat/>
    <w:rsid w:val="009E04DA"/>
    <w:pPr>
      <w:keepNext/>
      <w:keepLines/>
      <w:spacing w:before="480" w:after="0"/>
      <w:outlineLvl w:val="0"/>
    </w:pPr>
    <w:rPr>
      <w:rFonts w:ascii="Cambria" w:eastAsia="MS ????" w:hAnsi="Cambria"/>
      <w:b/>
      <w:bCs/>
      <w:color w:val="365F91"/>
      <w:sz w:val="28"/>
      <w:szCs w:val="28"/>
    </w:rPr>
  </w:style>
  <w:style w:type="paragraph" w:styleId="Heading2">
    <w:name w:val="heading 2"/>
    <w:basedOn w:val="Heading1"/>
    <w:next w:val="PARAGRAPH"/>
    <w:link w:val="Heading2Char"/>
    <w:uiPriority w:val="99"/>
    <w:qFormat/>
    <w:rsid w:val="009E04DA"/>
    <w:pPr>
      <w:numPr>
        <w:ilvl w:val="1"/>
        <w:numId w:val="5"/>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uiPriority w:val="99"/>
    <w:qFormat/>
    <w:rsid w:val="009E04DA"/>
    <w:pPr>
      <w:numPr>
        <w:ilvl w:val="2"/>
      </w:numPr>
      <w:tabs>
        <w:tab w:val="clear" w:pos="630"/>
        <w:tab w:val="clear" w:pos="2304"/>
        <w:tab w:val="clear" w:pos="8647"/>
        <w:tab w:val="clear" w:pos="8789"/>
        <w:tab w:val="left" w:pos="900"/>
      </w:tabs>
      <w:spacing w:after="60"/>
      <w:ind w:left="0" w:right="0" w:hanging="360"/>
      <w:outlineLvl w:val="2"/>
    </w:pPr>
    <w:rPr>
      <w:szCs w:val="28"/>
    </w:rPr>
  </w:style>
  <w:style w:type="paragraph" w:styleId="Heading4">
    <w:name w:val="heading 4"/>
    <w:basedOn w:val="Heading3"/>
    <w:next w:val="PARAGRAPH"/>
    <w:link w:val="Heading4Char"/>
    <w:uiPriority w:val="99"/>
    <w:qFormat/>
    <w:rsid w:val="009E04DA"/>
    <w:pPr>
      <w:numPr>
        <w:ilvl w:val="3"/>
      </w:numPr>
      <w:tabs>
        <w:tab w:val="clear" w:pos="900"/>
      </w:tabs>
      <w:spacing w:after="80"/>
      <w:ind w:left="360"/>
      <w:outlineLvl w:val="3"/>
    </w:pPr>
    <w:rPr>
      <w:szCs w:val="24"/>
      <w:u w:val="single"/>
    </w:rPr>
  </w:style>
  <w:style w:type="paragraph" w:styleId="Heading5">
    <w:name w:val="heading 5"/>
    <w:basedOn w:val="Heading4"/>
    <w:next w:val="PARAGRAPH"/>
    <w:link w:val="Heading5Char"/>
    <w:uiPriority w:val="99"/>
    <w:qFormat/>
    <w:rsid w:val="009E04DA"/>
    <w:pPr>
      <w:numPr>
        <w:ilvl w:val="4"/>
      </w:numPr>
      <w:outlineLvl w:val="4"/>
    </w:pPr>
    <w:rPr>
      <w:i/>
      <w:u w:val="none"/>
    </w:rPr>
  </w:style>
  <w:style w:type="paragraph" w:styleId="Heading6">
    <w:name w:val="heading 6"/>
    <w:basedOn w:val="Heading5"/>
    <w:next w:val="PARAGRAPH"/>
    <w:link w:val="Heading6Char"/>
    <w:uiPriority w:val="99"/>
    <w:qFormat/>
    <w:rsid w:val="009E04DA"/>
    <w:pPr>
      <w:numPr>
        <w:ilvl w:val="5"/>
      </w:numPr>
      <w:outlineLvl w:val="5"/>
    </w:pPr>
  </w:style>
  <w:style w:type="paragraph" w:styleId="Heading7">
    <w:name w:val="heading 7"/>
    <w:basedOn w:val="Heading6"/>
    <w:next w:val="PARAGRAPH"/>
    <w:link w:val="Heading7Char"/>
    <w:uiPriority w:val="99"/>
    <w:qFormat/>
    <w:rsid w:val="009E04DA"/>
    <w:pPr>
      <w:numPr>
        <w:ilvl w:val="6"/>
      </w:numPr>
      <w:outlineLvl w:val="6"/>
    </w:pPr>
  </w:style>
  <w:style w:type="paragraph" w:styleId="Heading8">
    <w:name w:val="heading 8"/>
    <w:basedOn w:val="Heading7"/>
    <w:next w:val="PARAGRAPH"/>
    <w:link w:val="Heading8Char"/>
    <w:uiPriority w:val="99"/>
    <w:qFormat/>
    <w:rsid w:val="009E04DA"/>
    <w:pPr>
      <w:numPr>
        <w:ilvl w:val="7"/>
      </w:numPr>
      <w:outlineLvl w:val="7"/>
    </w:pPr>
  </w:style>
  <w:style w:type="paragraph" w:styleId="Heading9">
    <w:name w:val="heading 9"/>
    <w:basedOn w:val="Heading8"/>
    <w:next w:val="PARAGRAPH"/>
    <w:link w:val="Heading9Char"/>
    <w:uiPriority w:val="99"/>
    <w:qFormat/>
    <w:rsid w:val="009E04DA"/>
    <w:pPr>
      <w:numPr>
        <w:ilvl w:val="8"/>
      </w:numPr>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04DA"/>
    <w:rPr>
      <w:rFonts w:ascii="Cambria" w:eastAsia="MS ????" w:hAnsi="Cambria" w:cs="Times New Roman"/>
      <w:b/>
      <w:bCs/>
      <w:color w:val="365F91"/>
      <w:sz w:val="28"/>
      <w:szCs w:val="28"/>
    </w:rPr>
  </w:style>
  <w:style w:type="character" w:customStyle="1" w:styleId="Heading2Char">
    <w:name w:val="Heading 2 Char"/>
    <w:basedOn w:val="DefaultParagraphFont"/>
    <w:link w:val="Heading2"/>
    <w:uiPriority w:val="99"/>
    <w:locked/>
    <w:rsid w:val="009E04DA"/>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uiPriority w:val="99"/>
    <w:locked/>
    <w:rsid w:val="009E04DA"/>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uiPriority w:val="99"/>
    <w:locked/>
    <w:rsid w:val="009E04DA"/>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9E04DA"/>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9E04DA"/>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9E04DA"/>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9E04DA"/>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9E04DA"/>
    <w:rPr>
      <w:rFonts w:ascii="Arial" w:eastAsia="Times New Roman" w:hAnsi="Arial" w:cs="Arial"/>
      <w:b/>
      <w:bCs/>
      <w:i/>
      <w:spacing w:val="8"/>
      <w:sz w:val="24"/>
      <w:szCs w:val="24"/>
      <w:lang w:val="en-GB" w:eastAsia="zh-CN"/>
    </w:rPr>
  </w:style>
  <w:style w:type="paragraph" w:customStyle="1" w:styleId="PARAGRAPH">
    <w:name w:val="PARAGRAPH"/>
    <w:uiPriority w:val="99"/>
    <w:rsid w:val="009E04DA"/>
    <w:pPr>
      <w:snapToGrid w:val="0"/>
      <w:spacing w:before="60" w:after="120"/>
      <w:jc w:val="both"/>
    </w:pPr>
    <w:rPr>
      <w:rFonts w:ascii="Times New Roman" w:eastAsia="Times New Roman" w:hAnsi="Times New Roman"/>
      <w:spacing w:val="8"/>
      <w:sz w:val="24"/>
      <w:szCs w:val="24"/>
      <w:lang w:val="en-GB" w:eastAsia="zh-CN"/>
    </w:rPr>
  </w:style>
  <w:style w:type="paragraph" w:styleId="ListBullet">
    <w:name w:val="List Bullet"/>
    <w:basedOn w:val="PARAGRAPH"/>
    <w:uiPriority w:val="99"/>
    <w:semiHidden/>
    <w:rsid w:val="009E04DA"/>
    <w:pPr>
      <w:numPr>
        <w:numId w:val="6"/>
      </w:numPr>
      <w:spacing w:before="0" w:after="100"/>
    </w:pPr>
  </w:style>
  <w:style w:type="paragraph" w:customStyle="1" w:styleId="ChapterHeading">
    <w:name w:val="Chapter Heading"/>
    <w:basedOn w:val="Heading1"/>
    <w:uiPriority w:val="99"/>
    <w:rsid w:val="009E04DA"/>
    <w:pPr>
      <w:numPr>
        <w:numId w:val="5"/>
      </w:numPr>
      <w:pBdr>
        <w:bottom w:val="single" w:sz="2"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uiPriority w:val="99"/>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styleId="CommentReference">
    <w:name w:val="annotation reference"/>
    <w:basedOn w:val="DefaultParagraphFont"/>
    <w:uiPriority w:val="99"/>
    <w:semiHidden/>
    <w:rsid w:val="00FA3406"/>
    <w:rPr>
      <w:rFonts w:cs="Times New Roman"/>
      <w:sz w:val="16"/>
      <w:szCs w:val="16"/>
    </w:rPr>
  </w:style>
  <w:style w:type="paragraph" w:styleId="CommentText">
    <w:name w:val="annotation text"/>
    <w:basedOn w:val="Normal"/>
    <w:link w:val="CommentTextChar"/>
    <w:uiPriority w:val="99"/>
    <w:semiHidden/>
    <w:rsid w:val="00FA340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A3406"/>
    <w:rPr>
      <w:rFonts w:cs="Times New Roman"/>
      <w:sz w:val="20"/>
      <w:szCs w:val="20"/>
    </w:rPr>
  </w:style>
  <w:style w:type="paragraph" w:styleId="CommentSubject">
    <w:name w:val="annotation subject"/>
    <w:basedOn w:val="CommentText"/>
    <w:next w:val="CommentText"/>
    <w:link w:val="CommentSubjectChar"/>
    <w:uiPriority w:val="99"/>
    <w:semiHidden/>
    <w:rsid w:val="00FA3406"/>
    <w:rPr>
      <w:b/>
      <w:bCs/>
    </w:rPr>
  </w:style>
  <w:style w:type="character" w:customStyle="1" w:styleId="CommentSubjectChar">
    <w:name w:val="Comment Subject Char"/>
    <w:basedOn w:val="CommentTextChar"/>
    <w:link w:val="CommentSubject"/>
    <w:uiPriority w:val="99"/>
    <w:semiHidden/>
    <w:locked/>
    <w:rsid w:val="00FA3406"/>
    <w:rPr>
      <w:b/>
      <w:bCs/>
    </w:rPr>
  </w:style>
  <w:style w:type="paragraph" w:styleId="BalloonText">
    <w:name w:val="Balloon Text"/>
    <w:basedOn w:val="Normal"/>
    <w:link w:val="BalloonTextChar"/>
    <w:uiPriority w:val="99"/>
    <w:semiHidden/>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3406"/>
    <w:rPr>
      <w:rFonts w:ascii="Tahoma" w:hAnsi="Tahoma" w:cs="Tahoma"/>
      <w:sz w:val="16"/>
      <w:szCs w:val="16"/>
    </w:rPr>
  </w:style>
  <w:style w:type="paragraph" w:customStyle="1" w:styleId="Bullet10">
    <w:name w:val="Bullet:1"/>
    <w:link w:val="Bullet1Char"/>
    <w:uiPriority w:val="99"/>
    <w:rsid w:val="00016469"/>
    <w:pPr>
      <w:numPr>
        <w:numId w:val="9"/>
      </w:numPr>
      <w:spacing w:before="100" w:line="280" w:lineRule="atLeast"/>
    </w:pPr>
    <w:rPr>
      <w:rFonts w:ascii="Times New Roman" w:eastAsia="Times New Roman" w:hAnsi="Times New Roman"/>
      <w:sz w:val="24"/>
      <w:szCs w:val="20"/>
      <w:lang w:val="en-GB" w:eastAsia="en-US"/>
    </w:rPr>
  </w:style>
  <w:style w:type="character" w:customStyle="1" w:styleId="Bullet1Char">
    <w:name w:val="Bullet:1 Char"/>
    <w:basedOn w:val="DefaultParagraphFont"/>
    <w:link w:val="Bullet10"/>
    <w:uiPriority w:val="99"/>
    <w:locked/>
    <w:rsid w:val="00016469"/>
    <w:rPr>
      <w:rFonts w:ascii="Times New Roman" w:eastAsia="Times New Roman" w:hAnsi="Times New Roman"/>
      <w:sz w:val="24"/>
      <w:szCs w:val="20"/>
      <w:lang w:val="en-GB" w:eastAsia="en-US"/>
    </w:rPr>
  </w:style>
  <w:style w:type="paragraph" w:styleId="BodyText">
    <w:name w:val="Body Text"/>
    <w:basedOn w:val="Normal"/>
    <w:link w:val="BodyTextChar"/>
    <w:uiPriority w:val="99"/>
    <w:rsid w:val="00D727DA"/>
    <w:pPr>
      <w:spacing w:after="120" w:line="240" w:lineRule="auto"/>
      <w:jc w:val="both"/>
    </w:pPr>
    <w:rPr>
      <w:rFonts w:ascii="Arial" w:hAnsi="Arial" w:cs="Calibri"/>
      <w:lang w:eastAsia="ja-JP"/>
    </w:rPr>
  </w:style>
  <w:style w:type="character" w:customStyle="1" w:styleId="BodyTextChar">
    <w:name w:val="Body Text Char"/>
    <w:basedOn w:val="DefaultParagraphFont"/>
    <w:link w:val="BodyText"/>
    <w:uiPriority w:val="99"/>
    <w:locked/>
    <w:rsid w:val="00D727DA"/>
    <w:rPr>
      <w:rFonts w:ascii="Arial" w:hAnsi="Arial" w:cs="Calibri"/>
      <w:lang w:eastAsia="ja-JP"/>
    </w:rPr>
  </w:style>
  <w:style w:type="paragraph" w:customStyle="1" w:styleId="Bullet1">
    <w:name w:val="Bullet 1"/>
    <w:basedOn w:val="Normal"/>
    <w:uiPriority w:val="99"/>
    <w:rsid w:val="007B6EB5"/>
    <w:pPr>
      <w:numPr>
        <w:numId w:val="10"/>
      </w:numPr>
      <w:spacing w:after="120" w:line="240" w:lineRule="auto"/>
      <w:jc w:val="both"/>
      <w:outlineLvl w:val="0"/>
    </w:pPr>
    <w:rPr>
      <w:rFonts w:ascii="Arial" w:hAnsi="Arial" w:cs="Arial"/>
      <w:lang w:eastAsia="ja-JP"/>
    </w:rPr>
  </w:style>
  <w:style w:type="paragraph" w:customStyle="1" w:styleId="VTSHeading1">
    <w:name w:val="VTS Heading 1"/>
    <w:basedOn w:val="Normal"/>
    <w:next w:val="BodyText"/>
    <w:uiPriority w:val="99"/>
    <w:rsid w:val="007B6EB5"/>
    <w:pPr>
      <w:numPr>
        <w:numId w:val="11"/>
      </w:numPr>
      <w:spacing w:before="240" w:after="240" w:line="240" w:lineRule="auto"/>
    </w:pPr>
    <w:rPr>
      <w:rFonts w:ascii="Arial" w:hAnsi="Arial" w:cs="Calibri"/>
      <w:b/>
      <w:bCs/>
      <w:caps/>
      <w:sz w:val="24"/>
      <w:szCs w:val="24"/>
      <w:lang w:eastAsia="ja-JP"/>
    </w:rPr>
  </w:style>
  <w:style w:type="paragraph" w:customStyle="1" w:styleId="VTSHeading2">
    <w:name w:val="VTS Heading 2"/>
    <w:basedOn w:val="Normal"/>
    <w:next w:val="BodyText"/>
    <w:uiPriority w:val="99"/>
    <w:rsid w:val="007B6EB5"/>
    <w:pPr>
      <w:numPr>
        <w:ilvl w:val="1"/>
        <w:numId w:val="11"/>
      </w:numPr>
      <w:tabs>
        <w:tab w:val="left" w:pos="1134"/>
      </w:tabs>
      <w:spacing w:before="240" w:after="240" w:line="240" w:lineRule="auto"/>
    </w:pPr>
    <w:rPr>
      <w:rFonts w:ascii="Arial" w:hAnsi="Arial" w:cs="Calibri"/>
      <w:b/>
      <w:lang w:eastAsia="ja-JP"/>
    </w:rPr>
  </w:style>
  <w:style w:type="paragraph" w:customStyle="1" w:styleId="VTSHeading3">
    <w:name w:val="VTS Heading 3"/>
    <w:basedOn w:val="Normal"/>
    <w:next w:val="BodyText"/>
    <w:uiPriority w:val="99"/>
    <w:rsid w:val="007B6EB5"/>
    <w:pPr>
      <w:numPr>
        <w:ilvl w:val="2"/>
        <w:numId w:val="11"/>
      </w:numPr>
      <w:spacing w:before="240" w:after="240" w:line="240" w:lineRule="auto"/>
    </w:pPr>
    <w:rPr>
      <w:rFonts w:ascii="Arial"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hAnsi="Arial" w:cs="Calibri"/>
      <w:lang w:eastAsia="ja-JP"/>
    </w:rPr>
  </w:style>
  <w:style w:type="paragraph" w:customStyle="1" w:styleId="Figure">
    <w:name w:val="Figure_#"/>
    <w:basedOn w:val="Normal"/>
    <w:next w:val="Normal"/>
    <w:uiPriority w:val="99"/>
    <w:rsid w:val="00E84FB9"/>
    <w:pPr>
      <w:numPr>
        <w:numId w:val="12"/>
      </w:numPr>
      <w:spacing w:before="120" w:after="120" w:line="240" w:lineRule="auto"/>
      <w:jc w:val="center"/>
    </w:pPr>
    <w:rPr>
      <w:rFonts w:ascii="Arial" w:hAnsi="Arial" w:cs="Calibri"/>
      <w:i/>
      <w:szCs w:val="20"/>
      <w:lang w:eastAsia="ja-JP"/>
    </w:rPr>
  </w:style>
  <w:style w:type="paragraph" w:customStyle="1" w:styleId="VTSHeading1a">
    <w:name w:val="VTS Heading 1a"/>
    <w:basedOn w:val="Normal"/>
    <w:next w:val="VTSHeading2a"/>
    <w:uiPriority w:val="99"/>
    <w:rsid w:val="00FC7B0E"/>
    <w:pPr>
      <w:numPr>
        <w:numId w:val="13"/>
      </w:numPr>
      <w:spacing w:before="240" w:after="240" w:line="240" w:lineRule="auto"/>
    </w:pPr>
    <w:rPr>
      <w:rFonts w:ascii="Arial" w:hAnsi="Arial" w:cs="Calibri"/>
      <w:b/>
      <w:sz w:val="24"/>
      <w:lang w:eastAsia="ja-JP"/>
    </w:rPr>
  </w:style>
  <w:style w:type="paragraph" w:customStyle="1" w:styleId="VTSHeading2a">
    <w:name w:val="VTS Heading 2a"/>
    <w:basedOn w:val="Normal"/>
    <w:next w:val="BodyText"/>
    <w:uiPriority w:val="99"/>
    <w:rsid w:val="00FC7B0E"/>
    <w:pPr>
      <w:keepNext/>
      <w:numPr>
        <w:ilvl w:val="1"/>
        <w:numId w:val="13"/>
      </w:numPr>
      <w:spacing w:before="240" w:after="240" w:line="240" w:lineRule="auto"/>
    </w:pPr>
    <w:rPr>
      <w:rFonts w:ascii="Arial" w:hAnsi="Arial" w:cs="Calibri"/>
      <w:b/>
      <w:lang w:eastAsia="ja-JP"/>
    </w:rPr>
  </w:style>
  <w:style w:type="paragraph" w:customStyle="1" w:styleId="VTSHeading3a">
    <w:name w:val="VTS Heading 3a"/>
    <w:basedOn w:val="Normal"/>
    <w:next w:val="BodyText"/>
    <w:uiPriority w:val="99"/>
    <w:rsid w:val="00FC7B0E"/>
    <w:pPr>
      <w:keepNext/>
      <w:numPr>
        <w:ilvl w:val="2"/>
        <w:numId w:val="13"/>
      </w:numPr>
      <w:tabs>
        <w:tab w:val="left" w:pos="1418"/>
      </w:tabs>
      <w:spacing w:before="240" w:after="240" w:line="240" w:lineRule="auto"/>
    </w:pPr>
    <w:rPr>
      <w:rFonts w:ascii="Arial" w:hAnsi="Arial" w:cs="Calibri"/>
      <w:lang w:eastAsia="ja-JP"/>
    </w:rPr>
  </w:style>
  <w:style w:type="character" w:styleId="Hyperlink">
    <w:name w:val="Hyperlink"/>
    <w:basedOn w:val="DefaultParagraphFont"/>
    <w:uiPriority w:val="99"/>
    <w:semiHidden/>
    <w:rsid w:val="00562E74"/>
    <w:rPr>
      <w:rFonts w:cs="Times New Roman"/>
      <w:color w:val="0000FF"/>
      <w:u w:val="single"/>
    </w:rPr>
  </w:style>
  <w:style w:type="character" w:styleId="FollowedHyperlink">
    <w:name w:val="FollowedHyperlink"/>
    <w:basedOn w:val="DefaultParagraphFont"/>
    <w:uiPriority w:val="99"/>
    <w:semiHidden/>
    <w:rsid w:val="00313A00"/>
    <w:rPr>
      <w:rFonts w:cs="Times New Roman"/>
      <w:color w:val="800080"/>
      <w:u w:val="single"/>
    </w:rPr>
  </w:style>
  <w:style w:type="paragraph" w:styleId="Header">
    <w:name w:val="header"/>
    <w:basedOn w:val="Normal"/>
    <w:link w:val="HeaderChar"/>
    <w:uiPriority w:val="99"/>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B12564"/>
    <w:rPr>
      <w:rFonts w:cs="Times New Roman"/>
    </w:rPr>
  </w:style>
  <w:style w:type="paragraph" w:styleId="Footer">
    <w:name w:val="footer"/>
    <w:basedOn w:val="Normal"/>
    <w:link w:val="FooterChar"/>
    <w:uiPriority w:val="99"/>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B1256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11</Pages>
  <Words>1694</Words>
  <Characters>11065</Characters>
  <Application>Microsoft Office Outlook</Application>
  <DocSecurity>0</DocSecurity>
  <Lines>0</Lines>
  <Paragraphs>0</Paragraphs>
  <ScaleCrop>false</ScaleCrop>
  <Company>Kongsberg Norcontrol 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Guest</dc:creator>
  <cp:keywords/>
  <dc:description/>
  <cp:lastModifiedBy>Kerrie Abercrombie</cp:lastModifiedBy>
  <cp:revision>5</cp:revision>
  <dcterms:created xsi:type="dcterms:W3CDTF">2012-04-17T23:16:00Z</dcterms:created>
  <dcterms:modified xsi:type="dcterms:W3CDTF">2012-04-18T03:56:00Z</dcterms:modified>
</cp:coreProperties>
</file>